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DF32A3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DF32A3" w:rsidP="00150BC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0BC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DF32A3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DF32A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50BC3">
              <w:rPr>
                <w:rFonts w:ascii="Arial" w:hAnsi="Arial" w:cs="Arial"/>
                <w:noProof/>
                <w:sz w:val="18"/>
                <w:szCs w:val="18"/>
              </w:rPr>
              <w:t>Friday, 31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DF32A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150BC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TIA symptoms on 25/5 (slurred speech and facial droop).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AF5C9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153670</wp:posOffset>
                      </wp:positionV>
                      <wp:extent cx="285115" cy="167005"/>
                      <wp:effectExtent l="1270" t="8255" r="8890" b="5715"/>
                      <wp:wrapNone/>
                      <wp:docPr id="47" name="Freeform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167005"/>
                              </a:xfrm>
                              <a:custGeom>
                                <a:avLst/>
                                <a:gdLst>
                                  <a:gd name="T0" fmla="*/ 10 w 266"/>
                                  <a:gd name="T1" fmla="*/ 154 h 156"/>
                                  <a:gd name="T2" fmla="*/ 176 w 266"/>
                                  <a:gd name="T3" fmla="*/ 20 h 156"/>
                                  <a:gd name="T4" fmla="*/ 238 w 266"/>
                                  <a:gd name="T5" fmla="*/ 31 h 156"/>
                                  <a:gd name="T6" fmla="*/ 10 w 266"/>
                                  <a:gd name="T7" fmla="*/ 154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6" h="156">
                                    <a:moveTo>
                                      <a:pt x="10" y="154"/>
                                    </a:moveTo>
                                    <a:cubicBezTo>
                                      <a:pt x="0" y="152"/>
                                      <a:pt x="138" y="40"/>
                                      <a:pt x="176" y="20"/>
                                    </a:cubicBezTo>
                                    <a:cubicBezTo>
                                      <a:pt x="214" y="0"/>
                                      <a:pt x="266" y="9"/>
                                      <a:pt x="238" y="31"/>
                                    </a:cubicBezTo>
                                    <a:cubicBezTo>
                                      <a:pt x="210" y="53"/>
                                      <a:pt x="20" y="156"/>
                                      <a:pt x="10" y="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66455" id="Freeform 328" o:spid="_x0000_s1026" style="position:absolute;margin-left:209.65pt;margin-top:12.1pt;width:22.45pt;height:13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" path="m10,154c,152,138,40,176,20,214,,266,9,238,31,210,53,20,156,10,154xe" fillcolor="#ddd" stroked="f">
                      <v:path arrowok="t" o:connecttype="custom" o:connectlocs="10719,164864;188648,21411;255103,33187;10719,164864" o:connectangles="0,0,0,0"/>
                    </v:shape>
                  </w:pict>
                </mc:Fallback>
              </mc:AlternateContent>
            </w:r>
            <w:r w:rsidR="00591C95"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AF5C9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1685925</wp:posOffset>
                      </wp:positionV>
                      <wp:extent cx="243840" cy="801370"/>
                      <wp:effectExtent l="13335" t="12065" r="19050" b="34290"/>
                      <wp:wrapNone/>
                      <wp:docPr id="46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3840" cy="801370"/>
                              </a:xfrm>
                              <a:custGeom>
                                <a:avLst/>
                                <a:gdLst>
                                  <a:gd name="T0" fmla="*/ 178 w 384"/>
                                  <a:gd name="T1" fmla="*/ 33 h 1262"/>
                                  <a:gd name="T2" fmla="*/ 301 w 384"/>
                                  <a:gd name="T3" fmla="*/ 322 h 1262"/>
                                  <a:gd name="T4" fmla="*/ 384 w 384"/>
                                  <a:gd name="T5" fmla="*/ 567 h 1262"/>
                                  <a:gd name="T6" fmla="*/ 373 w 384"/>
                                  <a:gd name="T7" fmla="*/ 883 h 1262"/>
                                  <a:gd name="T8" fmla="*/ 329 w 384"/>
                                  <a:gd name="T9" fmla="*/ 1228 h 1262"/>
                                  <a:gd name="T10" fmla="*/ 329 w 384"/>
                                  <a:gd name="T11" fmla="*/ 1262 h 1262"/>
                                  <a:gd name="T12" fmla="*/ 156 w 384"/>
                                  <a:gd name="T13" fmla="*/ 911 h 1262"/>
                                  <a:gd name="T14" fmla="*/ 0 w 384"/>
                                  <a:gd name="T15" fmla="*/ 572 h 1262"/>
                                  <a:gd name="T16" fmla="*/ 6 w 384"/>
                                  <a:gd name="T17" fmla="*/ 361 h 1262"/>
                                  <a:gd name="T18" fmla="*/ 106 w 384"/>
                                  <a:gd name="T19" fmla="*/ 155 h 1262"/>
                                  <a:gd name="T20" fmla="*/ 162 w 384"/>
                                  <a:gd name="T2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84" h="1262">
                                    <a:moveTo>
                                      <a:pt x="178" y="33"/>
                                    </a:moveTo>
                                    <a:lnTo>
                                      <a:pt x="301" y="322"/>
                                    </a:lnTo>
                                    <a:lnTo>
                                      <a:pt x="384" y="567"/>
                                    </a:lnTo>
                                    <a:lnTo>
                                      <a:pt x="373" y="883"/>
                                    </a:lnTo>
                                    <a:lnTo>
                                      <a:pt x="329" y="1228"/>
                                    </a:lnTo>
                                    <a:lnTo>
                                      <a:pt x="329" y="1262"/>
                                    </a:lnTo>
                                    <a:lnTo>
                                      <a:pt x="156" y="911"/>
                                    </a:lnTo>
                                    <a:lnTo>
                                      <a:pt x="0" y="572"/>
                                    </a:lnTo>
                                    <a:lnTo>
                                      <a:pt x="6" y="361"/>
                                    </a:lnTo>
                                    <a:lnTo>
                                      <a:pt x="106" y="155"/>
                                    </a:lnTo>
                                    <a:lnTo>
                                      <a:pt x="162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F84A359" id="Freeform 490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6.5pt,134.4pt,162.65pt,148.85pt,166.8pt,161.1pt,166.25pt,176.9pt,164.05pt,194.15pt,164.05pt,195.85pt,155.4pt,178.3pt,147.6pt,161.35pt,147.9pt,150.8pt,152.9pt,140.5pt,155.7pt,132.75pt" coordsize="384,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" fillcolor="silver">
                      <v:path arrowok="t" o:connecttype="custom" o:connectlocs="113030,20955;191135,204470;243840,360045;236855,560705;208915,779780;208915,801370;99060,578485;0,363220;3810,229235;67310,98425;102870,0" o:connectangles="0,0,0,0,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776605</wp:posOffset>
                      </wp:positionV>
                      <wp:extent cx="219710" cy="1572895"/>
                      <wp:effectExtent l="6350" t="7620" r="12065" b="10160"/>
                      <wp:wrapNone/>
                      <wp:docPr id="45" name="Freeform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9710" cy="1572895"/>
                              </a:xfrm>
                              <a:custGeom>
                                <a:avLst/>
                                <a:gdLst>
                                  <a:gd name="T0" fmla="*/ 11 w 346"/>
                                  <a:gd name="T1" fmla="*/ 0 h 2477"/>
                                  <a:gd name="T2" fmla="*/ 11 w 346"/>
                                  <a:gd name="T3" fmla="*/ 1102 h 2477"/>
                                  <a:gd name="T4" fmla="*/ 38 w 346"/>
                                  <a:gd name="T5" fmla="*/ 1487 h 2477"/>
                                  <a:gd name="T6" fmla="*/ 229 w 346"/>
                                  <a:gd name="T7" fmla="*/ 1828 h 2477"/>
                                  <a:gd name="T8" fmla="*/ 191 w 346"/>
                                  <a:gd name="T9" fmla="*/ 2421 h 2477"/>
                                  <a:gd name="T10" fmla="*/ 346 w 346"/>
                                  <a:gd name="T11" fmla="*/ 1491 h 24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46" h="2477">
                                    <a:moveTo>
                                      <a:pt x="11" y="0"/>
                                    </a:moveTo>
                                    <a:cubicBezTo>
                                      <a:pt x="0" y="391"/>
                                      <a:pt x="7" y="854"/>
                                      <a:pt x="11" y="1102"/>
                                    </a:cubicBezTo>
                                    <a:cubicBezTo>
                                      <a:pt x="15" y="1350"/>
                                      <a:pt x="2" y="1366"/>
                                      <a:pt x="38" y="1487"/>
                                    </a:cubicBezTo>
                                    <a:cubicBezTo>
                                      <a:pt x="74" y="1608"/>
                                      <a:pt x="203" y="1672"/>
                                      <a:pt x="229" y="1828"/>
                                    </a:cubicBezTo>
                                    <a:cubicBezTo>
                                      <a:pt x="255" y="1984"/>
                                      <a:pt x="172" y="2477"/>
                                      <a:pt x="191" y="2421"/>
                                    </a:cubicBezTo>
                                    <a:cubicBezTo>
                                      <a:pt x="210" y="2365"/>
                                      <a:pt x="286" y="1920"/>
                                      <a:pt x="346" y="149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38B68" id="Freeform 331" o:spid="_x0000_s1026" style="position:absolute;margin-left:171.05pt;margin-top:61.15pt;width:17.3pt;height:123.8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6,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" path="m11,c,391,7,854,11,1102v4,248,-9,264,27,385c74,1608,203,1672,229,1828v26,156,-57,649,-38,593c210,2365,286,1920,346,1491e" filled="f">
                      <v:path arrowok="t" o:connecttype="custom" o:connectlocs="6985,0;6985,699770;24130,944245;145415,1160780;121285,1537335;219710,94678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1860550</wp:posOffset>
                      </wp:positionH>
                      <wp:positionV relativeFrom="paragraph">
                        <wp:posOffset>839470</wp:posOffset>
                      </wp:positionV>
                      <wp:extent cx="594360" cy="3285490"/>
                      <wp:effectExtent l="8890" t="13335" r="6350" b="6350"/>
                      <wp:wrapNone/>
                      <wp:docPr id="44" name="Freeform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4360" cy="3285490"/>
                              </a:xfrm>
                              <a:custGeom>
                                <a:avLst/>
                                <a:gdLst>
                                  <a:gd name="T0" fmla="*/ 618 w 936"/>
                                  <a:gd name="T1" fmla="*/ 3671 h 5174"/>
                                  <a:gd name="T2" fmla="*/ 466 w 936"/>
                                  <a:gd name="T3" fmla="*/ 4177 h 5174"/>
                                  <a:gd name="T4" fmla="*/ 365 w 936"/>
                                  <a:gd name="T5" fmla="*/ 4734 h 5174"/>
                                  <a:gd name="T6" fmla="*/ 436 w 936"/>
                                  <a:gd name="T7" fmla="*/ 4925 h 5174"/>
                                  <a:gd name="T8" fmla="*/ 790 w 936"/>
                                  <a:gd name="T9" fmla="*/ 5111 h 5174"/>
                                  <a:gd name="T10" fmla="*/ 932 w 936"/>
                                  <a:gd name="T11" fmla="*/ 5055 h 5174"/>
                                  <a:gd name="T12" fmla="*/ 813 w 936"/>
                                  <a:gd name="T13" fmla="*/ 4396 h 5174"/>
                                  <a:gd name="T14" fmla="*/ 567 w 936"/>
                                  <a:gd name="T15" fmla="*/ 3423 h 5174"/>
                                  <a:gd name="T16" fmla="*/ 335 w 936"/>
                                  <a:gd name="T17" fmla="*/ 2571 h 5174"/>
                                  <a:gd name="T18" fmla="*/ 24 w 936"/>
                                  <a:gd name="T19" fmla="*/ 1838 h 5174"/>
                                  <a:gd name="T20" fmla="*/ 193 w 936"/>
                                  <a:gd name="T21" fmla="*/ 1296 h 5174"/>
                                  <a:gd name="T22" fmla="*/ 193 w 936"/>
                                  <a:gd name="T23" fmla="*/ 692 h 5174"/>
                                  <a:gd name="T24" fmla="*/ 213 w 936"/>
                                  <a:gd name="T25" fmla="*/ 0 h 5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936" h="5174">
                                    <a:moveTo>
                                      <a:pt x="618" y="3671"/>
                                    </a:moveTo>
                                    <a:cubicBezTo>
                                      <a:pt x="593" y="3754"/>
                                      <a:pt x="509" y="4000"/>
                                      <a:pt x="466" y="4177"/>
                                    </a:cubicBezTo>
                                    <a:cubicBezTo>
                                      <a:pt x="424" y="4354"/>
                                      <a:pt x="371" y="4609"/>
                                      <a:pt x="365" y="4734"/>
                                    </a:cubicBezTo>
                                    <a:cubicBezTo>
                                      <a:pt x="360" y="4857"/>
                                      <a:pt x="366" y="4862"/>
                                      <a:pt x="436" y="4925"/>
                                    </a:cubicBezTo>
                                    <a:cubicBezTo>
                                      <a:pt x="506" y="4988"/>
                                      <a:pt x="707" y="5089"/>
                                      <a:pt x="790" y="5111"/>
                                    </a:cubicBezTo>
                                    <a:cubicBezTo>
                                      <a:pt x="872" y="5132"/>
                                      <a:pt x="929" y="5174"/>
                                      <a:pt x="932" y="5055"/>
                                    </a:cubicBezTo>
                                    <a:cubicBezTo>
                                      <a:pt x="936" y="4936"/>
                                      <a:pt x="874" y="4667"/>
                                      <a:pt x="813" y="4396"/>
                                    </a:cubicBezTo>
                                    <a:cubicBezTo>
                                      <a:pt x="753" y="4124"/>
                                      <a:pt x="647" y="3729"/>
                                      <a:pt x="567" y="3423"/>
                                    </a:cubicBezTo>
                                    <a:cubicBezTo>
                                      <a:pt x="488" y="3120"/>
                                      <a:pt x="426" y="2835"/>
                                      <a:pt x="335" y="2571"/>
                                    </a:cubicBezTo>
                                    <a:cubicBezTo>
                                      <a:pt x="244" y="2307"/>
                                      <a:pt x="48" y="2050"/>
                                      <a:pt x="24" y="1838"/>
                                    </a:cubicBezTo>
                                    <a:cubicBezTo>
                                      <a:pt x="0" y="1626"/>
                                      <a:pt x="165" y="1487"/>
                                      <a:pt x="193" y="1296"/>
                                    </a:cubicBezTo>
                                    <a:cubicBezTo>
                                      <a:pt x="221" y="1105"/>
                                      <a:pt x="188" y="907"/>
                                      <a:pt x="193" y="692"/>
                                    </a:cubicBezTo>
                                    <a:cubicBezTo>
                                      <a:pt x="197" y="475"/>
                                      <a:pt x="210" y="143"/>
                                      <a:pt x="213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BA711" id="Freeform 330" o:spid="_x0000_s1026" style="position:absolute;margin-left:146.5pt;margin-top:66.1pt;width:46.8pt;height:258.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,5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" path="m618,3671v-25,83,-109,329,-152,506c424,4354,371,4609,365,4734v-5,123,1,128,71,191c506,4988,707,5089,790,5111v82,21,139,63,142,-56c936,4936,874,4667,813,4396,753,4124,647,3729,567,3423,488,3120,426,2835,335,2571,244,2307,48,2050,24,1838,,1626,165,1487,193,1296v28,-191,-5,-389,,-604c197,475,210,143,213,e" filled="f">
                      <v:path arrowok="t" o:connecttype="custom" o:connectlocs="392430,2331085;295910,2652395;231775,3006090;276860,3127375;501650,3245485;591820,3209925;516255,2791460;360045,2173605;212725,1632585;15240,1167130;122555,822960;122555,439420;135255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4100830</wp:posOffset>
                      </wp:positionV>
                      <wp:extent cx="1360805" cy="584835"/>
                      <wp:effectExtent l="7620" t="7620" r="12700" b="7620"/>
                      <wp:wrapNone/>
                      <wp:docPr id="43" name="Freeform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0805" cy="584835"/>
                              </a:xfrm>
                              <a:custGeom>
                                <a:avLst/>
                                <a:gdLst>
                                  <a:gd name="T0" fmla="*/ 1800 w 1800"/>
                                  <a:gd name="T1" fmla="*/ 68 h 774"/>
                                  <a:gd name="T2" fmla="*/ 1370 w 1800"/>
                                  <a:gd name="T3" fmla="*/ 5 h 774"/>
                                  <a:gd name="T4" fmla="*/ 876 w 1800"/>
                                  <a:gd name="T5" fmla="*/ 40 h 774"/>
                                  <a:gd name="T6" fmla="*/ 403 w 1800"/>
                                  <a:gd name="T7" fmla="*/ 231 h 774"/>
                                  <a:gd name="T8" fmla="*/ 127 w 1800"/>
                                  <a:gd name="T9" fmla="*/ 520 h 774"/>
                                  <a:gd name="T10" fmla="*/ 0 w 1800"/>
                                  <a:gd name="T11" fmla="*/ 774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0" h="774">
                                    <a:moveTo>
                                      <a:pt x="1800" y="68"/>
                                    </a:moveTo>
                                    <a:cubicBezTo>
                                      <a:pt x="1661" y="39"/>
                                      <a:pt x="1524" y="10"/>
                                      <a:pt x="1370" y="5"/>
                                    </a:cubicBezTo>
                                    <a:cubicBezTo>
                                      <a:pt x="1216" y="0"/>
                                      <a:pt x="1037" y="2"/>
                                      <a:pt x="876" y="40"/>
                                    </a:cubicBezTo>
                                    <a:cubicBezTo>
                                      <a:pt x="715" y="78"/>
                                      <a:pt x="528" y="151"/>
                                      <a:pt x="403" y="231"/>
                                    </a:cubicBezTo>
                                    <a:cubicBezTo>
                                      <a:pt x="278" y="311"/>
                                      <a:pt x="194" y="430"/>
                                      <a:pt x="127" y="520"/>
                                    </a:cubicBezTo>
                                    <a:cubicBezTo>
                                      <a:pt x="60" y="610"/>
                                      <a:pt x="30" y="692"/>
                                      <a:pt x="0" y="77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6AE66" id="Freeform 341" o:spid="_x0000_s1026" style="position:absolute;margin-left:320.4pt;margin-top:322.9pt;width:107.15pt;height:46.0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" path="m1800,68c1661,39,1524,10,1370,5,1216,,1037,2,876,40,715,78,528,151,403,231,278,311,194,430,127,520,60,610,30,692,,774e" filled="f">
                      <v:path arrowok="t" o:connecttype="custom" o:connectlocs="1360805,51381;1035724,3778;662258,30224;304669,174544;96012,392912;0,58483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3187065</wp:posOffset>
                      </wp:positionV>
                      <wp:extent cx="340360" cy="1493520"/>
                      <wp:effectExtent l="9525" t="8255" r="12065" b="12700"/>
                      <wp:wrapNone/>
                      <wp:docPr id="42" name="Freeform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0360" cy="1493520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1976 h 1976"/>
                                  <a:gd name="T2" fmla="*/ 105 w 450"/>
                                  <a:gd name="T3" fmla="*/ 1750 h 1976"/>
                                  <a:gd name="T4" fmla="*/ 261 w 450"/>
                                  <a:gd name="T5" fmla="*/ 1468 h 1976"/>
                                  <a:gd name="T6" fmla="*/ 423 w 450"/>
                                  <a:gd name="T7" fmla="*/ 1171 h 1976"/>
                                  <a:gd name="T8" fmla="*/ 423 w 450"/>
                                  <a:gd name="T9" fmla="*/ 783 h 1976"/>
                                  <a:gd name="T10" fmla="*/ 338 w 450"/>
                                  <a:gd name="T11" fmla="*/ 346 h 1976"/>
                                  <a:gd name="T12" fmla="*/ 218 w 450"/>
                                  <a:gd name="T13" fmla="*/ 0 h 19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0" h="1976">
                                    <a:moveTo>
                                      <a:pt x="0" y="1976"/>
                                    </a:moveTo>
                                    <a:cubicBezTo>
                                      <a:pt x="17" y="1938"/>
                                      <a:pt x="62" y="1835"/>
                                      <a:pt x="105" y="1750"/>
                                    </a:cubicBezTo>
                                    <a:cubicBezTo>
                                      <a:pt x="148" y="1665"/>
                                      <a:pt x="208" y="1564"/>
                                      <a:pt x="261" y="1468"/>
                                    </a:cubicBezTo>
                                    <a:cubicBezTo>
                                      <a:pt x="314" y="1372"/>
                                      <a:pt x="396" y="1285"/>
                                      <a:pt x="423" y="1171"/>
                                    </a:cubicBezTo>
                                    <a:cubicBezTo>
                                      <a:pt x="450" y="1057"/>
                                      <a:pt x="437" y="920"/>
                                      <a:pt x="423" y="783"/>
                                    </a:cubicBezTo>
                                    <a:cubicBezTo>
                                      <a:pt x="409" y="646"/>
                                      <a:pt x="372" y="476"/>
                                      <a:pt x="338" y="346"/>
                                    </a:cubicBezTo>
                                    <a:cubicBezTo>
                                      <a:pt x="304" y="216"/>
                                      <a:pt x="243" y="72"/>
                                      <a:pt x="21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B78BB" id="Freeform 340" o:spid="_x0000_s1026" style="position:absolute;margin-left:300.3pt;margin-top:250.95pt;width:26.8pt;height:117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0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" path="m,1976v17,-38,62,-141,105,-226c148,1665,208,1564,261,1468v53,-96,135,-183,162,-297c450,1057,437,920,423,783,409,646,372,476,338,346,304,216,243,72,218,e" filled="f">
                      <v:path arrowok="t" o:connecttype="custom" o:connectlocs="0,1493520;79417,1322702;197409,1109558;319938,885077;319938,591815;255648,261517;164886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3632200</wp:posOffset>
                      </wp:positionH>
                      <wp:positionV relativeFrom="paragraph">
                        <wp:posOffset>833755</wp:posOffset>
                      </wp:positionV>
                      <wp:extent cx="549910" cy="3846830"/>
                      <wp:effectExtent l="8890" t="7620" r="12700" b="12700"/>
                      <wp:wrapNone/>
                      <wp:docPr id="41" name="Freeform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910" cy="3846830"/>
                              </a:xfrm>
                              <a:custGeom>
                                <a:avLst/>
                                <a:gdLst>
                                  <a:gd name="T0" fmla="*/ 656 w 727"/>
                                  <a:gd name="T1" fmla="*/ 0 h 5089"/>
                                  <a:gd name="T2" fmla="*/ 713 w 727"/>
                                  <a:gd name="T3" fmla="*/ 917 h 5089"/>
                                  <a:gd name="T4" fmla="*/ 720 w 727"/>
                                  <a:gd name="T5" fmla="*/ 1468 h 5089"/>
                                  <a:gd name="T6" fmla="*/ 670 w 727"/>
                                  <a:gd name="T7" fmla="*/ 2040 h 5089"/>
                                  <a:gd name="T8" fmla="*/ 487 w 727"/>
                                  <a:gd name="T9" fmla="*/ 2873 h 5089"/>
                                  <a:gd name="T10" fmla="*/ 218 w 727"/>
                                  <a:gd name="T11" fmla="*/ 4129 h 5089"/>
                                  <a:gd name="T12" fmla="*/ 0 w 727"/>
                                  <a:gd name="T13" fmla="*/ 5089 h 5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7" h="5089">
                                    <a:moveTo>
                                      <a:pt x="656" y="0"/>
                                    </a:moveTo>
                                    <a:cubicBezTo>
                                      <a:pt x="679" y="336"/>
                                      <a:pt x="702" y="672"/>
                                      <a:pt x="713" y="917"/>
                                    </a:cubicBezTo>
                                    <a:cubicBezTo>
                                      <a:pt x="724" y="1162"/>
                                      <a:pt x="727" y="1281"/>
                                      <a:pt x="720" y="1468"/>
                                    </a:cubicBezTo>
                                    <a:cubicBezTo>
                                      <a:pt x="713" y="1655"/>
                                      <a:pt x="709" y="1806"/>
                                      <a:pt x="670" y="2040"/>
                                    </a:cubicBezTo>
                                    <a:cubicBezTo>
                                      <a:pt x="631" y="2274"/>
                                      <a:pt x="562" y="2525"/>
                                      <a:pt x="487" y="2873"/>
                                    </a:cubicBezTo>
                                    <a:cubicBezTo>
                                      <a:pt x="412" y="3221"/>
                                      <a:pt x="299" y="3760"/>
                                      <a:pt x="218" y="4129"/>
                                    </a:cubicBezTo>
                                    <a:cubicBezTo>
                                      <a:pt x="137" y="4498"/>
                                      <a:pt x="68" y="4793"/>
                                      <a:pt x="0" y="508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BDD14" id="Freeform 339" o:spid="_x0000_s1026" style="position:absolute;margin-left:286pt;margin-top:65.65pt;width:43.3pt;height:302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" path="m656,v23,336,46,672,57,917c724,1162,727,1281,720,1468v-7,187,-11,338,-50,572c631,2274,562,2525,487,2873,412,3221,299,3760,218,4129,137,4498,68,4793,,5089e" filled="f">
                      <v:path arrowok="t" o:connecttype="custom" o:connectlocs="496205,0;539320,693170;544615,1109677;506795,1542058;368372,2171732;164897,3121156;0,38468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3343910</wp:posOffset>
                      </wp:positionH>
                      <wp:positionV relativeFrom="paragraph">
                        <wp:posOffset>2291715</wp:posOffset>
                      </wp:positionV>
                      <wp:extent cx="395605" cy="2381250"/>
                      <wp:effectExtent l="6350" t="8255" r="7620" b="10795"/>
                      <wp:wrapNone/>
                      <wp:docPr id="40" name="Freeform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2381250"/>
                              </a:xfrm>
                              <a:custGeom>
                                <a:avLst/>
                                <a:gdLst>
                                  <a:gd name="T0" fmla="*/ 191 w 524"/>
                                  <a:gd name="T1" fmla="*/ 13 h 3150"/>
                                  <a:gd name="T2" fmla="*/ 369 w 524"/>
                                  <a:gd name="T3" fmla="*/ 17 h 3150"/>
                                  <a:gd name="T4" fmla="*/ 489 w 524"/>
                                  <a:gd name="T5" fmla="*/ 115 h 3150"/>
                                  <a:gd name="T6" fmla="*/ 520 w 524"/>
                                  <a:gd name="T7" fmla="*/ 382 h 3150"/>
                                  <a:gd name="T8" fmla="*/ 467 w 524"/>
                                  <a:gd name="T9" fmla="*/ 928 h 3150"/>
                                  <a:gd name="T10" fmla="*/ 293 w 524"/>
                                  <a:gd name="T11" fmla="*/ 1764 h 3150"/>
                                  <a:gd name="T12" fmla="*/ 0 w 524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24" h="3150">
                                    <a:moveTo>
                                      <a:pt x="191" y="13"/>
                                    </a:moveTo>
                                    <a:cubicBezTo>
                                      <a:pt x="255" y="6"/>
                                      <a:pt x="319" y="0"/>
                                      <a:pt x="369" y="17"/>
                                    </a:cubicBezTo>
                                    <a:cubicBezTo>
                                      <a:pt x="419" y="34"/>
                                      <a:pt x="464" y="54"/>
                                      <a:pt x="489" y="115"/>
                                    </a:cubicBezTo>
                                    <a:cubicBezTo>
                                      <a:pt x="514" y="176"/>
                                      <a:pt x="524" y="247"/>
                                      <a:pt x="520" y="382"/>
                                    </a:cubicBezTo>
                                    <a:cubicBezTo>
                                      <a:pt x="516" y="517"/>
                                      <a:pt x="505" y="698"/>
                                      <a:pt x="467" y="928"/>
                                    </a:cubicBezTo>
                                    <a:cubicBezTo>
                                      <a:pt x="429" y="1158"/>
                                      <a:pt x="371" y="1394"/>
                                      <a:pt x="293" y="1764"/>
                                    </a:cubicBezTo>
                                    <a:cubicBezTo>
                                      <a:pt x="215" y="2134"/>
                                      <a:pt x="107" y="2642"/>
                                      <a:pt x="0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B5616" id="Freeform 338" o:spid="_x0000_s1026" style="position:absolute;margin-left:263.3pt;margin-top:180.45pt;width:31.15pt;height:187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4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" path="m191,13c255,6,319,,369,17v50,17,95,37,120,98c514,176,524,247,520,382v-4,135,-15,316,-53,546c429,1158,371,1394,293,1764,215,2134,107,2642,,3150e" filled="f">
                      <v:path arrowok="t" o:connecttype="custom" o:connectlocs="144200,9827;278584,12851;369181,86935;392585,288774;352572,701524;221207,1333500;0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2291715</wp:posOffset>
                      </wp:positionV>
                      <wp:extent cx="628015" cy="2381250"/>
                      <wp:effectExtent l="5080" t="8255" r="5080" b="10795"/>
                      <wp:wrapNone/>
                      <wp:docPr id="39" name="Freeform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2381250"/>
                              </a:xfrm>
                              <a:custGeom>
                                <a:avLst/>
                                <a:gdLst>
                                  <a:gd name="T0" fmla="*/ 311 w 831"/>
                                  <a:gd name="T1" fmla="*/ 13 h 3150"/>
                                  <a:gd name="T2" fmla="*/ 164 w 831"/>
                                  <a:gd name="T3" fmla="*/ 8 h 3150"/>
                                  <a:gd name="T4" fmla="*/ 44 w 831"/>
                                  <a:gd name="T5" fmla="*/ 62 h 3150"/>
                                  <a:gd name="T6" fmla="*/ 4 w 831"/>
                                  <a:gd name="T7" fmla="*/ 257 h 3150"/>
                                  <a:gd name="T8" fmla="*/ 67 w 831"/>
                                  <a:gd name="T9" fmla="*/ 675 h 3150"/>
                                  <a:gd name="T10" fmla="*/ 373 w 831"/>
                                  <a:gd name="T11" fmla="*/ 1790 h 3150"/>
                                  <a:gd name="T12" fmla="*/ 831 w 831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31" h="3150">
                                    <a:moveTo>
                                      <a:pt x="311" y="13"/>
                                    </a:moveTo>
                                    <a:cubicBezTo>
                                      <a:pt x="259" y="6"/>
                                      <a:pt x="208" y="0"/>
                                      <a:pt x="164" y="8"/>
                                    </a:cubicBezTo>
                                    <a:cubicBezTo>
                                      <a:pt x="120" y="16"/>
                                      <a:pt x="71" y="21"/>
                                      <a:pt x="44" y="62"/>
                                    </a:cubicBezTo>
                                    <a:cubicBezTo>
                                      <a:pt x="17" y="103"/>
                                      <a:pt x="0" y="155"/>
                                      <a:pt x="4" y="257"/>
                                    </a:cubicBezTo>
                                    <a:cubicBezTo>
                                      <a:pt x="8" y="359"/>
                                      <a:pt x="6" y="420"/>
                                      <a:pt x="67" y="675"/>
                                    </a:cubicBezTo>
                                    <a:cubicBezTo>
                                      <a:pt x="128" y="930"/>
                                      <a:pt x="246" y="1378"/>
                                      <a:pt x="373" y="1790"/>
                                    </a:cubicBezTo>
                                    <a:cubicBezTo>
                                      <a:pt x="500" y="2202"/>
                                      <a:pt x="665" y="2676"/>
                                      <a:pt x="831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7288A" id="Freeform 337" o:spid="_x0000_s1026" style="position:absolute;margin-left:188.95pt;margin-top:180.45pt;width:49.45pt;height:187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1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" path="m311,13c259,6,208,,164,8,120,16,71,21,44,62,17,103,,155,4,257,8,359,6,420,67,675v61,255,179,703,306,1115c500,2202,665,2676,831,3150e" filled="f">
                      <v:path arrowok="t" o:connecttype="custom" o:connectlocs="235033,9827;123940,6048;33252,46869;3023,194280;50634,510268;281889,1353155;628015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2945765</wp:posOffset>
                      </wp:positionV>
                      <wp:extent cx="1459865" cy="1186815"/>
                      <wp:effectExtent l="6985" t="5080" r="9525" b="8255"/>
                      <wp:wrapNone/>
                      <wp:docPr id="38" name="Freeform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9865" cy="1186815"/>
                              </a:xfrm>
                              <a:custGeom>
                                <a:avLst/>
                                <a:gdLst>
                                  <a:gd name="T0" fmla="*/ 0 w 1932"/>
                                  <a:gd name="T1" fmla="*/ 1570 h 1570"/>
                                  <a:gd name="T2" fmla="*/ 438 w 1932"/>
                                  <a:gd name="T3" fmla="*/ 1363 h 1570"/>
                                  <a:gd name="T4" fmla="*/ 1003 w 1932"/>
                                  <a:gd name="T5" fmla="*/ 1265 h 1570"/>
                                  <a:gd name="T6" fmla="*/ 1411 w 1932"/>
                                  <a:gd name="T7" fmla="*/ 1289 h 1570"/>
                                  <a:gd name="T8" fmla="*/ 1609 w 1932"/>
                                  <a:gd name="T9" fmla="*/ 1199 h 1570"/>
                                  <a:gd name="T10" fmla="*/ 1720 w 1932"/>
                                  <a:gd name="T11" fmla="*/ 629 h 1570"/>
                                  <a:gd name="T12" fmla="*/ 1932 w 1932"/>
                                  <a:gd name="T13" fmla="*/ 0 h 15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32" h="1570">
                                    <a:moveTo>
                                      <a:pt x="0" y="1570"/>
                                    </a:moveTo>
                                    <a:cubicBezTo>
                                      <a:pt x="73" y="1536"/>
                                      <a:pt x="271" y="1414"/>
                                      <a:pt x="438" y="1363"/>
                                    </a:cubicBezTo>
                                    <a:cubicBezTo>
                                      <a:pt x="605" y="1312"/>
                                      <a:pt x="841" y="1277"/>
                                      <a:pt x="1003" y="1265"/>
                                    </a:cubicBezTo>
                                    <a:cubicBezTo>
                                      <a:pt x="1165" y="1253"/>
                                      <a:pt x="1310" y="1300"/>
                                      <a:pt x="1411" y="1289"/>
                                    </a:cubicBezTo>
                                    <a:cubicBezTo>
                                      <a:pt x="1512" y="1278"/>
                                      <a:pt x="1558" y="1309"/>
                                      <a:pt x="1609" y="1199"/>
                                    </a:cubicBezTo>
                                    <a:cubicBezTo>
                                      <a:pt x="1660" y="1088"/>
                                      <a:pt x="1666" y="829"/>
                                      <a:pt x="1720" y="629"/>
                                    </a:cubicBezTo>
                                    <a:cubicBezTo>
                                      <a:pt x="1773" y="429"/>
                                      <a:pt x="1888" y="130"/>
                                      <a:pt x="193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FDEAD" id="Freeform 336" o:spid="_x0000_s1026" style="position:absolute;margin-left:57.85pt;margin-top:231.95pt;width:114.95pt;height:93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" path="m,1570v73,-34,271,-156,438,-207c605,1312,841,1277,1003,1265v162,-12,307,35,408,24c1512,1278,1558,1309,1609,1199v51,-111,57,-370,111,-570c1773,429,1888,130,1932,e" filled="f">
                      <v:path arrowok="t" o:connecttype="custom" o:connectlocs="0,1186815;330963,1030337;757891,956255;1066185,974398;1215799,906364;1299673,475482;145986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4013200</wp:posOffset>
                      </wp:positionH>
                      <wp:positionV relativeFrom="paragraph">
                        <wp:posOffset>2978150</wp:posOffset>
                      </wp:positionV>
                      <wp:extent cx="1416685" cy="1044575"/>
                      <wp:effectExtent l="8890" t="8890" r="12700" b="13335"/>
                      <wp:wrapNone/>
                      <wp:docPr id="37" name="Freeform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685" cy="1044575"/>
                              </a:xfrm>
                              <a:custGeom>
                                <a:avLst/>
                                <a:gdLst>
                                  <a:gd name="T0" fmla="*/ 1874 w 1874"/>
                                  <a:gd name="T1" fmla="*/ 1292 h 1382"/>
                                  <a:gd name="T2" fmla="*/ 1380 w 1874"/>
                                  <a:gd name="T3" fmla="*/ 1236 h 1382"/>
                                  <a:gd name="T4" fmla="*/ 833 w 1874"/>
                                  <a:gd name="T5" fmla="*/ 1289 h 1382"/>
                                  <a:gd name="T6" fmla="*/ 459 w 1874"/>
                                  <a:gd name="T7" fmla="*/ 1351 h 1382"/>
                                  <a:gd name="T8" fmla="*/ 350 w 1874"/>
                                  <a:gd name="T9" fmla="*/ 1102 h 1382"/>
                                  <a:gd name="T10" fmla="*/ 221 w 1874"/>
                                  <a:gd name="T11" fmla="*/ 552 h 1382"/>
                                  <a:gd name="T12" fmla="*/ 0 w 1874"/>
                                  <a:gd name="T13" fmla="*/ 0 h 1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4" h="1382">
                                    <a:moveTo>
                                      <a:pt x="1874" y="1292"/>
                                    </a:moveTo>
                                    <a:cubicBezTo>
                                      <a:pt x="1792" y="1284"/>
                                      <a:pt x="1553" y="1236"/>
                                      <a:pt x="1380" y="1236"/>
                                    </a:cubicBezTo>
                                    <a:cubicBezTo>
                                      <a:pt x="1207" y="1236"/>
                                      <a:pt x="986" y="1270"/>
                                      <a:pt x="833" y="1289"/>
                                    </a:cubicBezTo>
                                    <a:cubicBezTo>
                                      <a:pt x="680" y="1308"/>
                                      <a:pt x="540" y="1382"/>
                                      <a:pt x="459" y="1351"/>
                                    </a:cubicBezTo>
                                    <a:cubicBezTo>
                                      <a:pt x="378" y="1320"/>
                                      <a:pt x="390" y="1235"/>
                                      <a:pt x="350" y="1102"/>
                                    </a:cubicBezTo>
                                    <a:cubicBezTo>
                                      <a:pt x="310" y="969"/>
                                      <a:pt x="279" y="736"/>
                                      <a:pt x="221" y="552"/>
                                    </a:cubicBezTo>
                                    <a:cubicBezTo>
                                      <a:pt x="163" y="368"/>
                                      <a:pt x="45" y="1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13DB3" id="Freeform 335" o:spid="_x0000_s1026" style="position:absolute;margin-left:316pt;margin-top:234.5pt;width:111.55pt;height:82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4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" path="m1874,1292v-82,-8,-321,-56,-494,-56c1207,1236,986,1270,833,1289v-153,19,-293,93,-374,62c378,1320,390,1235,350,1102,310,969,279,736,221,552,163,368,45,115,,e" filled="f">
                      <v:path arrowok="t" o:connecttype="custom" o:connectlocs="1416685,976549;1043237,934222;629722,974282;346990,1021144;264589,832939;167069,41722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1727835</wp:posOffset>
                      </wp:positionV>
                      <wp:extent cx="179705" cy="508635"/>
                      <wp:effectExtent l="12065" t="6350" r="8255" b="8890"/>
                      <wp:wrapNone/>
                      <wp:docPr id="36" name="Freeform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508635"/>
                              </a:xfrm>
                              <a:custGeom>
                                <a:avLst/>
                                <a:gdLst>
                                  <a:gd name="T0" fmla="*/ 160 w 238"/>
                                  <a:gd name="T1" fmla="*/ 0 h 673"/>
                                  <a:gd name="T2" fmla="*/ 198 w 238"/>
                                  <a:gd name="T3" fmla="*/ 291 h 673"/>
                                  <a:gd name="T4" fmla="*/ 205 w 238"/>
                                  <a:gd name="T5" fmla="*/ 609 h 673"/>
                                  <a:gd name="T6" fmla="*/ 0 w 238"/>
                                  <a:gd name="T7" fmla="*/ 673 h 6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8" h="673">
                                    <a:moveTo>
                                      <a:pt x="160" y="0"/>
                                    </a:moveTo>
                                    <a:cubicBezTo>
                                      <a:pt x="166" y="48"/>
                                      <a:pt x="191" y="190"/>
                                      <a:pt x="198" y="291"/>
                                    </a:cubicBezTo>
                                    <a:cubicBezTo>
                                      <a:pt x="205" y="392"/>
                                      <a:pt x="238" y="545"/>
                                      <a:pt x="205" y="609"/>
                                    </a:cubicBezTo>
                                    <a:cubicBezTo>
                                      <a:pt x="172" y="673"/>
                                      <a:pt x="43" y="660"/>
                                      <a:pt x="0" y="67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6C103" id="Freeform 334" o:spid="_x0000_s1026" style="position:absolute;margin-left:275pt;margin-top:136.05pt;width:14.15pt;height:40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" path="m160,v6,48,31,190,38,291c205,392,238,545,205,609,172,673,43,660,,673e" filled="f">
                      <v:path arrowok="t" o:connecttype="custom" o:connectlocs="120810,0;149502,219930;154788,460266;0,50863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1729740</wp:posOffset>
                      </wp:positionV>
                      <wp:extent cx="183515" cy="514350"/>
                      <wp:effectExtent l="11430" t="8255" r="5080" b="10795"/>
                      <wp:wrapNone/>
                      <wp:docPr id="35" name="Freeform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515" cy="514350"/>
                              </a:xfrm>
                              <a:custGeom>
                                <a:avLst/>
                                <a:gdLst>
                                  <a:gd name="T0" fmla="*/ 67 w 243"/>
                                  <a:gd name="T1" fmla="*/ 0 h 681"/>
                                  <a:gd name="T2" fmla="*/ 35 w 243"/>
                                  <a:gd name="T3" fmla="*/ 300 h 681"/>
                                  <a:gd name="T4" fmla="*/ 35 w 243"/>
                                  <a:gd name="T5" fmla="*/ 619 h 681"/>
                                  <a:gd name="T6" fmla="*/ 243 w 243"/>
                                  <a:gd name="T7" fmla="*/ 67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3" h="681">
                                    <a:moveTo>
                                      <a:pt x="67" y="0"/>
                                    </a:moveTo>
                                    <a:cubicBezTo>
                                      <a:pt x="56" y="99"/>
                                      <a:pt x="40" y="197"/>
                                      <a:pt x="35" y="300"/>
                                    </a:cubicBezTo>
                                    <a:cubicBezTo>
                                      <a:pt x="29" y="403"/>
                                      <a:pt x="0" y="557"/>
                                      <a:pt x="35" y="619"/>
                                    </a:cubicBezTo>
                                    <a:cubicBezTo>
                                      <a:pt x="70" y="681"/>
                                      <a:pt x="200" y="660"/>
                                      <a:pt x="243" y="67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0E8CA" id="Freeform 333" o:spid="_x0000_s1026" style="position:absolute;margin-left:193.2pt;margin-top:136.2pt;width:14.45pt;height:40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" path="m67,c56,99,40,197,35,300,29,403,,557,35,619v35,62,165,41,208,52e" filled="f">
                      <v:path arrowok="t" o:connecttype="custom" o:connectlocs="50599,0;26432,226586;26432,467522;183515,506797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770255</wp:posOffset>
                      </wp:positionV>
                      <wp:extent cx="245745" cy="1574800"/>
                      <wp:effectExtent l="10160" t="10795" r="10795" b="5080"/>
                      <wp:wrapNone/>
                      <wp:docPr id="34" name="Freeform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" cy="1574800"/>
                              </a:xfrm>
                              <a:custGeom>
                                <a:avLst/>
                                <a:gdLst>
                                  <a:gd name="T0" fmla="*/ 156 w 180"/>
                                  <a:gd name="T1" fmla="*/ 0 h 1377"/>
                                  <a:gd name="T2" fmla="*/ 170 w 180"/>
                                  <a:gd name="T3" fmla="*/ 606 h 1377"/>
                                  <a:gd name="T4" fmla="*/ 95 w 180"/>
                                  <a:gd name="T5" fmla="*/ 1062 h 1377"/>
                                  <a:gd name="T6" fmla="*/ 65 w 180"/>
                                  <a:gd name="T7" fmla="*/ 1338 h 1377"/>
                                  <a:gd name="T8" fmla="*/ 0 w 180"/>
                                  <a:gd name="T9" fmla="*/ 828 h 13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0" h="1377">
                                    <a:moveTo>
                                      <a:pt x="156" y="0"/>
                                    </a:moveTo>
                                    <a:cubicBezTo>
                                      <a:pt x="159" y="101"/>
                                      <a:pt x="180" y="429"/>
                                      <a:pt x="170" y="606"/>
                                    </a:cubicBezTo>
                                    <a:cubicBezTo>
                                      <a:pt x="160" y="783"/>
                                      <a:pt x="113" y="940"/>
                                      <a:pt x="95" y="1062"/>
                                    </a:cubicBezTo>
                                    <a:cubicBezTo>
                                      <a:pt x="78" y="1184"/>
                                      <a:pt x="81" y="1377"/>
                                      <a:pt x="65" y="1338"/>
                                    </a:cubicBezTo>
                                    <a:cubicBezTo>
                                      <a:pt x="49" y="1299"/>
                                      <a:pt x="14" y="934"/>
                                      <a:pt x="0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AD05B" id="Freeform 332" o:spid="_x0000_s1026" style="position:absolute;margin-left:294.35pt;margin-top:60.65pt;width:19.35pt;height:12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" path="m156,v3,101,24,429,14,606c160,783,113,940,95,1062,78,1184,81,1377,65,1338,49,1299,14,934,,828e" filled="f">
                      <v:path arrowok="t" o:connecttype="custom" o:connectlocs="212979,0;232093,693049;129699,1214552;88741,1530198;0,946939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4102735</wp:posOffset>
                      </wp:positionV>
                      <wp:extent cx="1859280" cy="579755"/>
                      <wp:effectExtent l="6985" t="9525" r="10160" b="10795"/>
                      <wp:wrapNone/>
                      <wp:docPr id="33" name="Freeform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280" cy="579755"/>
                              </a:xfrm>
                              <a:custGeom>
                                <a:avLst/>
                                <a:gdLst>
                                  <a:gd name="T0" fmla="*/ 2460 w 2460"/>
                                  <a:gd name="T1" fmla="*/ 767 h 767"/>
                                  <a:gd name="T2" fmla="*/ 2092 w 2460"/>
                                  <a:gd name="T3" fmla="*/ 287 h 767"/>
                                  <a:gd name="T4" fmla="*/ 1336 w 2460"/>
                                  <a:gd name="T5" fmla="*/ 30 h 767"/>
                                  <a:gd name="T6" fmla="*/ 545 w 2460"/>
                                  <a:gd name="T7" fmla="*/ 107 h 767"/>
                                  <a:gd name="T8" fmla="*/ 0 w 2460"/>
                                  <a:gd name="T9" fmla="*/ 363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60" h="767">
                                    <a:moveTo>
                                      <a:pt x="2460" y="767"/>
                                    </a:moveTo>
                                    <a:cubicBezTo>
                                      <a:pt x="2399" y="687"/>
                                      <a:pt x="2279" y="410"/>
                                      <a:pt x="2092" y="287"/>
                                    </a:cubicBezTo>
                                    <a:cubicBezTo>
                                      <a:pt x="1905" y="164"/>
                                      <a:pt x="1594" y="60"/>
                                      <a:pt x="1336" y="30"/>
                                    </a:cubicBezTo>
                                    <a:cubicBezTo>
                                      <a:pt x="1078" y="0"/>
                                      <a:pt x="768" y="51"/>
                                      <a:pt x="545" y="107"/>
                                    </a:cubicBezTo>
                                    <a:cubicBezTo>
                                      <a:pt x="323" y="162"/>
                                      <a:pt x="113" y="309"/>
                                      <a:pt x="0" y="3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F4448" id="Freeform 329" o:spid="_x0000_s1026" style="position:absolute;margin-left:57.85pt;margin-top:323.05pt;width:146.4pt;height:45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" path="m2460,767c2399,687,2279,410,2092,287,1905,164,1594,60,1336,30,1078,,768,51,545,107,323,162,113,309,,363e" filled="f">
                      <v:path arrowok="t" o:connecttype="custom" o:connectlocs="1859280,579755;1581144,216936;1009755,22676;411914,80878;0,274382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-5715</wp:posOffset>
                      </wp:positionV>
                      <wp:extent cx="650240" cy="1102995"/>
                      <wp:effectExtent l="1905" t="6350" r="5080" b="5080"/>
                      <wp:wrapNone/>
                      <wp:docPr id="32" name="Freeform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102995"/>
                              </a:xfrm>
                              <a:custGeom>
                                <a:avLst/>
                                <a:gdLst>
                                  <a:gd name="T0" fmla="*/ 544 w 607"/>
                                  <a:gd name="T1" fmla="*/ 0 h 1030"/>
                                  <a:gd name="T2" fmla="*/ 589 w 607"/>
                                  <a:gd name="T3" fmla="*/ 349 h 1030"/>
                                  <a:gd name="T4" fmla="*/ 438 w 607"/>
                                  <a:gd name="T5" fmla="*/ 917 h 1030"/>
                                  <a:gd name="T6" fmla="*/ 145 w 607"/>
                                  <a:gd name="T7" fmla="*/ 1025 h 1030"/>
                                  <a:gd name="T8" fmla="*/ 1 w 607"/>
                                  <a:gd name="T9" fmla="*/ 930 h 1030"/>
                                  <a:gd name="T10" fmla="*/ 151 w 607"/>
                                  <a:gd name="T11" fmla="*/ 971 h 1030"/>
                                  <a:gd name="T12" fmla="*/ 390 w 607"/>
                                  <a:gd name="T13" fmla="*/ 892 h 1030"/>
                                  <a:gd name="T14" fmla="*/ 475 w 607"/>
                                  <a:gd name="T15" fmla="*/ 602 h 1030"/>
                                  <a:gd name="T16" fmla="*/ 457 w 607"/>
                                  <a:gd name="T17" fmla="*/ 284 h 1030"/>
                                  <a:gd name="T18" fmla="*/ 320 w 607"/>
                                  <a:gd name="T19" fmla="*/ 161 h 1030"/>
                                  <a:gd name="T20" fmla="*/ 151 w 607"/>
                                  <a:gd name="T21" fmla="*/ 287 h 1030"/>
                                  <a:gd name="T22" fmla="*/ 178 w 607"/>
                                  <a:gd name="T23" fmla="*/ 9 h 1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7" h="1030">
                                    <a:moveTo>
                                      <a:pt x="544" y="0"/>
                                    </a:moveTo>
                                    <a:cubicBezTo>
                                      <a:pt x="551" y="58"/>
                                      <a:pt x="607" y="196"/>
                                      <a:pt x="589" y="349"/>
                                    </a:cubicBezTo>
                                    <a:cubicBezTo>
                                      <a:pt x="571" y="502"/>
                                      <a:pt x="512" y="804"/>
                                      <a:pt x="438" y="917"/>
                                    </a:cubicBezTo>
                                    <a:cubicBezTo>
                                      <a:pt x="364" y="1030"/>
                                      <a:pt x="218" y="1023"/>
                                      <a:pt x="145" y="1025"/>
                                    </a:cubicBezTo>
                                    <a:cubicBezTo>
                                      <a:pt x="72" y="1027"/>
                                      <a:pt x="0" y="939"/>
                                      <a:pt x="1" y="930"/>
                                    </a:cubicBezTo>
                                    <a:cubicBezTo>
                                      <a:pt x="2" y="922"/>
                                      <a:pt x="86" y="977"/>
                                      <a:pt x="151" y="971"/>
                                    </a:cubicBezTo>
                                    <a:cubicBezTo>
                                      <a:pt x="216" y="964"/>
                                      <a:pt x="336" y="954"/>
                                      <a:pt x="390" y="892"/>
                                    </a:cubicBezTo>
                                    <a:cubicBezTo>
                                      <a:pt x="443" y="830"/>
                                      <a:pt x="464" y="704"/>
                                      <a:pt x="475" y="602"/>
                                    </a:cubicBezTo>
                                    <a:cubicBezTo>
                                      <a:pt x="487" y="501"/>
                                      <a:pt x="483" y="358"/>
                                      <a:pt x="457" y="284"/>
                                    </a:cubicBezTo>
                                    <a:cubicBezTo>
                                      <a:pt x="432" y="210"/>
                                      <a:pt x="371" y="161"/>
                                      <a:pt x="320" y="161"/>
                                    </a:cubicBezTo>
                                    <a:cubicBezTo>
                                      <a:pt x="269" y="161"/>
                                      <a:pt x="175" y="312"/>
                                      <a:pt x="151" y="287"/>
                                    </a:cubicBezTo>
                                    <a:cubicBezTo>
                                      <a:pt x="127" y="262"/>
                                      <a:pt x="173" y="67"/>
                                      <a:pt x="178" y="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D45B1" id="Freeform 327" o:spid="_x0000_s1026" style="position:absolute;margin-left:363.45pt;margin-top:-.45pt;width:51.2pt;height:86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7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<v:path arrowok="t" o:connecttype="custom" o:connectlocs="582752,0;630958,373733;469201,981987;155329,1097641;1071,995908;161757,1039814;417782,955215;508837,644663;489555,304127;342795,172410;161757,307339;190680,9638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-5715</wp:posOffset>
                      </wp:positionV>
                      <wp:extent cx="668655" cy="1111250"/>
                      <wp:effectExtent l="1270" t="6350" r="6350" b="6350"/>
                      <wp:wrapNone/>
                      <wp:docPr id="31" name="Freeform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8655" cy="1111250"/>
                              </a:xfrm>
                              <a:custGeom>
                                <a:avLst/>
                                <a:gdLst>
                                  <a:gd name="T0" fmla="*/ 68 w 625"/>
                                  <a:gd name="T1" fmla="*/ 0 h 1038"/>
                                  <a:gd name="T2" fmla="*/ 19 w 625"/>
                                  <a:gd name="T3" fmla="*/ 302 h 1038"/>
                                  <a:gd name="T4" fmla="*/ 185 w 625"/>
                                  <a:gd name="T5" fmla="*/ 917 h 1038"/>
                                  <a:gd name="T6" fmla="*/ 479 w 625"/>
                                  <a:gd name="T7" fmla="*/ 1025 h 1038"/>
                                  <a:gd name="T8" fmla="*/ 623 w 625"/>
                                  <a:gd name="T9" fmla="*/ 930 h 1038"/>
                                  <a:gd name="T10" fmla="*/ 473 w 625"/>
                                  <a:gd name="T11" fmla="*/ 971 h 1038"/>
                                  <a:gd name="T12" fmla="*/ 234 w 625"/>
                                  <a:gd name="T13" fmla="*/ 892 h 1038"/>
                                  <a:gd name="T14" fmla="*/ 148 w 625"/>
                                  <a:gd name="T15" fmla="*/ 602 h 1038"/>
                                  <a:gd name="T16" fmla="*/ 166 w 625"/>
                                  <a:gd name="T17" fmla="*/ 284 h 1038"/>
                                  <a:gd name="T18" fmla="*/ 304 w 625"/>
                                  <a:gd name="T19" fmla="*/ 161 h 1038"/>
                                  <a:gd name="T20" fmla="*/ 473 w 625"/>
                                  <a:gd name="T21" fmla="*/ 287 h 1038"/>
                                  <a:gd name="T22" fmla="*/ 442 w 625"/>
                                  <a:gd name="T23" fmla="*/ 3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5" h="1038">
                                    <a:moveTo>
                                      <a:pt x="68" y="0"/>
                                    </a:moveTo>
                                    <a:cubicBezTo>
                                      <a:pt x="60" y="51"/>
                                      <a:pt x="0" y="149"/>
                                      <a:pt x="19" y="302"/>
                                    </a:cubicBezTo>
                                    <a:cubicBezTo>
                                      <a:pt x="38" y="455"/>
                                      <a:pt x="109" y="797"/>
                                      <a:pt x="185" y="917"/>
                                    </a:cubicBezTo>
                                    <a:cubicBezTo>
                                      <a:pt x="262" y="1038"/>
                                      <a:pt x="406" y="1023"/>
                                      <a:pt x="479" y="1025"/>
                                    </a:cubicBezTo>
                                    <a:cubicBezTo>
                                      <a:pt x="552" y="1027"/>
                                      <a:pt x="625" y="939"/>
                                      <a:pt x="623" y="930"/>
                                    </a:cubicBezTo>
                                    <a:cubicBezTo>
                                      <a:pt x="622" y="922"/>
                                      <a:pt x="538" y="977"/>
                                      <a:pt x="473" y="971"/>
                                    </a:cubicBezTo>
                                    <a:cubicBezTo>
                                      <a:pt x="407" y="964"/>
                                      <a:pt x="287" y="954"/>
                                      <a:pt x="234" y="892"/>
                                    </a:cubicBezTo>
                                    <a:cubicBezTo>
                                      <a:pt x="180" y="830"/>
                                      <a:pt x="160" y="704"/>
                                      <a:pt x="148" y="602"/>
                                    </a:cubicBezTo>
                                    <a:cubicBezTo>
                                      <a:pt x="137" y="501"/>
                                      <a:pt x="140" y="358"/>
                                      <a:pt x="166" y="284"/>
                                    </a:cubicBezTo>
                                    <a:cubicBezTo>
                                      <a:pt x="192" y="210"/>
                                      <a:pt x="253" y="161"/>
                                      <a:pt x="304" y="161"/>
                                    </a:cubicBezTo>
                                    <a:cubicBezTo>
                                      <a:pt x="355" y="161"/>
                                      <a:pt x="450" y="313"/>
                                      <a:pt x="473" y="287"/>
                                    </a:cubicBezTo>
                                    <a:cubicBezTo>
                                      <a:pt x="496" y="261"/>
                                      <a:pt x="448" y="62"/>
                                      <a:pt x="442" y="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A3220" id="Freeform 326" o:spid="_x0000_s1026" style="position:absolute;margin-left:67.9pt;margin-top:-.45pt;width:52.65pt;height:87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5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<v:path arrowok="t" o:connecttype="custom" o:connectlocs="72750,0;20327,323312;197922,981711;512457,1097333;666515,995629;506038,1039522;250344,954947;158338,644482;177595,304041;325234,172362;506038,307253;472873,3212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233045</wp:posOffset>
                      </wp:positionV>
                      <wp:extent cx="257810" cy="547370"/>
                      <wp:effectExtent l="8890" t="6985" r="0" b="7620"/>
                      <wp:wrapNone/>
                      <wp:docPr id="30" name="Freeform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57810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23046" id="Freeform 325" o:spid="_x0000_s1026" style="position:absolute;margin-left:84.25pt;margin-top:18.35pt;width:20.3pt;height:43.1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86,163753;164304,4581;244452,133980;248459,353844;209721,534774;170983,430567;90835,322925;145603,348118;203042,430567;196363,240476;170983,51531;97514,89320;10686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464185</wp:posOffset>
                      </wp:positionV>
                      <wp:extent cx="121285" cy="201295"/>
                      <wp:effectExtent l="3810" t="0" r="8255" b="8255"/>
                      <wp:wrapNone/>
                      <wp:docPr id="29" name="Freeform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AA301" id="Freeform 324" o:spid="_x0000_s1026" style="position:absolute;margin-left:101.1pt;margin-top:36.55pt;width:9.55pt;height:15.85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3587750</wp:posOffset>
                      </wp:positionV>
                      <wp:extent cx="1721485" cy="406400"/>
                      <wp:effectExtent l="7620" t="8890" r="4445" b="3810"/>
                      <wp:wrapNone/>
                      <wp:docPr id="28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1485" cy="406400"/>
                              </a:xfrm>
                              <a:custGeom>
                                <a:avLst/>
                                <a:gdLst>
                                  <a:gd name="T0" fmla="*/ 1608 w 1608"/>
                                  <a:gd name="T1" fmla="*/ 298 h 380"/>
                                  <a:gd name="T2" fmla="*/ 1267 w 1608"/>
                                  <a:gd name="T3" fmla="*/ 25 h 380"/>
                                  <a:gd name="T4" fmla="*/ 1013 w 1608"/>
                                  <a:gd name="T5" fmla="*/ 153 h 380"/>
                                  <a:gd name="T6" fmla="*/ 432 w 1608"/>
                                  <a:gd name="T7" fmla="*/ 268 h 380"/>
                                  <a:gd name="T8" fmla="*/ 46 w 1608"/>
                                  <a:gd name="T9" fmla="*/ 261 h 380"/>
                                  <a:gd name="T10" fmla="*/ 155 w 1608"/>
                                  <a:gd name="T11" fmla="*/ 325 h 380"/>
                                  <a:gd name="T12" fmla="*/ 413 w 1608"/>
                                  <a:gd name="T13" fmla="*/ 330 h 380"/>
                                  <a:gd name="T14" fmla="*/ 803 w 1608"/>
                                  <a:gd name="T15" fmla="*/ 298 h 380"/>
                                  <a:gd name="T16" fmla="*/ 1378 w 1608"/>
                                  <a:gd name="T17" fmla="*/ 368 h 380"/>
                                  <a:gd name="T18" fmla="*/ 1562 w 1608"/>
                                  <a:gd name="T19" fmla="*/ 368 h 380"/>
                                  <a:gd name="T20" fmla="*/ 1608 w 1608"/>
                                  <a:gd name="T21" fmla="*/ 298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608" h="380">
                                    <a:moveTo>
                                      <a:pt x="1608" y="298"/>
                                    </a:moveTo>
                                    <a:cubicBezTo>
                                      <a:pt x="1526" y="227"/>
                                      <a:pt x="1367" y="49"/>
                                      <a:pt x="1267" y="25"/>
                                    </a:cubicBezTo>
                                    <a:cubicBezTo>
                                      <a:pt x="1167" y="0"/>
                                      <a:pt x="1152" y="112"/>
                                      <a:pt x="1013" y="153"/>
                                    </a:cubicBezTo>
                                    <a:cubicBezTo>
                                      <a:pt x="875" y="193"/>
                                      <a:pt x="593" y="250"/>
                                      <a:pt x="432" y="268"/>
                                    </a:cubicBezTo>
                                    <a:cubicBezTo>
                                      <a:pt x="271" y="286"/>
                                      <a:pt x="92" y="252"/>
                                      <a:pt x="46" y="261"/>
                                    </a:cubicBezTo>
                                    <a:cubicBezTo>
                                      <a:pt x="0" y="270"/>
                                      <a:pt x="94" y="314"/>
                                      <a:pt x="155" y="325"/>
                                    </a:cubicBezTo>
                                    <a:cubicBezTo>
                                      <a:pt x="216" y="336"/>
                                      <a:pt x="305" y="335"/>
                                      <a:pt x="413" y="330"/>
                                    </a:cubicBezTo>
                                    <a:cubicBezTo>
                                      <a:pt x="521" y="325"/>
                                      <a:pt x="643" y="291"/>
                                      <a:pt x="803" y="298"/>
                                    </a:cubicBezTo>
                                    <a:cubicBezTo>
                                      <a:pt x="964" y="304"/>
                                      <a:pt x="1252" y="357"/>
                                      <a:pt x="1378" y="368"/>
                                    </a:cubicBezTo>
                                    <a:cubicBezTo>
                                      <a:pt x="1505" y="380"/>
                                      <a:pt x="1524" y="380"/>
                                      <a:pt x="1562" y="368"/>
                                    </a:cubicBezTo>
                                    <a:cubicBezTo>
                                      <a:pt x="1600" y="357"/>
                                      <a:pt x="1598" y="313"/>
                                      <a:pt x="1608" y="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1068D" id="Freeform 323" o:spid="_x0000_s1026" style="position:absolute;margin-left:54.15pt;margin-top:282.5pt;width:135.55pt;height:3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8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<v:path arrowok="t" o:connecttype="custom" o:connectlocs="1721485,318703;1356419,26737;1084493,163629;462489,286619;49246,279133;165939,347579;442148,352926;859672,318703;1475253,393566;1672239,393566;1721485,318703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941070</wp:posOffset>
                      </wp:positionV>
                      <wp:extent cx="400050" cy="737870"/>
                      <wp:effectExtent l="5080" t="635" r="4445" b="4445"/>
                      <wp:wrapNone/>
                      <wp:docPr id="2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737870"/>
                              </a:xfrm>
                              <a:custGeom>
                                <a:avLst/>
                                <a:gdLst>
                                  <a:gd name="T0" fmla="*/ 19 w 293"/>
                                  <a:gd name="T1" fmla="*/ 10 h 645"/>
                                  <a:gd name="T2" fmla="*/ 225 w 293"/>
                                  <a:gd name="T3" fmla="*/ 126 h 645"/>
                                  <a:gd name="T4" fmla="*/ 283 w 293"/>
                                  <a:gd name="T5" fmla="*/ 384 h 645"/>
                                  <a:gd name="T6" fmla="*/ 271 w 293"/>
                                  <a:gd name="T7" fmla="*/ 612 h 645"/>
                                  <a:gd name="T8" fmla="*/ 148 w 293"/>
                                  <a:gd name="T9" fmla="*/ 188 h 645"/>
                                  <a:gd name="T10" fmla="*/ 19 w 293"/>
                                  <a:gd name="T11" fmla="*/ 10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645">
                                    <a:moveTo>
                                      <a:pt x="19" y="10"/>
                                    </a:moveTo>
                                    <a:cubicBezTo>
                                      <a:pt x="32" y="0"/>
                                      <a:pt x="181" y="64"/>
                                      <a:pt x="225" y="126"/>
                                    </a:cubicBezTo>
                                    <a:cubicBezTo>
                                      <a:pt x="269" y="188"/>
                                      <a:pt x="275" y="303"/>
                                      <a:pt x="283" y="384"/>
                                    </a:cubicBezTo>
                                    <a:cubicBezTo>
                                      <a:pt x="291" y="465"/>
                                      <a:pt x="293" y="645"/>
                                      <a:pt x="271" y="612"/>
                                    </a:cubicBezTo>
                                    <a:cubicBezTo>
                                      <a:pt x="249" y="579"/>
                                      <a:pt x="190" y="288"/>
                                      <a:pt x="148" y="188"/>
                                    </a:cubicBezTo>
                                    <a:cubicBezTo>
                                      <a:pt x="106" y="88"/>
                                      <a:pt x="0" y="10"/>
                                      <a:pt x="19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724C7" id="Freeform 322" o:spid="_x0000_s1026" style="position:absolute;margin-left:123.7pt;margin-top:74.1pt;width:31.5pt;height:58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" path="m19,10c32,,181,64,225,126v44,62,50,177,58,258c291,465,293,645,271,612,249,579,190,288,148,188,106,88,,10,19,10xe" fillcolor="#ddd" stroked="f">
                      <v:path arrowok="t" o:connecttype="custom" o:connectlocs="25942,11440;307206,144142;386396,439290;370012,700119;202073,215069;25942,1144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490220</wp:posOffset>
                      </wp:positionV>
                      <wp:extent cx="975995" cy="367030"/>
                      <wp:effectExtent l="6350" t="6985" r="8255" b="6985"/>
                      <wp:wrapNone/>
                      <wp:docPr id="2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5995" cy="367030"/>
                              </a:xfrm>
                              <a:custGeom>
                                <a:avLst/>
                                <a:gdLst>
                                  <a:gd name="T0" fmla="*/ 816 w 911"/>
                                  <a:gd name="T1" fmla="*/ 0 h 343"/>
                                  <a:gd name="T2" fmla="*/ 826 w 911"/>
                                  <a:gd name="T3" fmla="*/ 182 h 343"/>
                                  <a:gd name="T4" fmla="*/ 368 w 911"/>
                                  <a:gd name="T5" fmla="*/ 256 h 343"/>
                                  <a:gd name="T6" fmla="*/ 18 w 911"/>
                                  <a:gd name="T7" fmla="*/ 324 h 343"/>
                                  <a:gd name="T8" fmla="*/ 258 w 911"/>
                                  <a:gd name="T9" fmla="*/ 141 h 343"/>
                                  <a:gd name="T10" fmla="*/ 816 w 911"/>
                                  <a:gd name="T11" fmla="*/ 0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1" h="343">
                                    <a:moveTo>
                                      <a:pt x="816" y="0"/>
                                    </a:moveTo>
                                    <a:cubicBezTo>
                                      <a:pt x="911" y="7"/>
                                      <a:pt x="901" y="139"/>
                                      <a:pt x="826" y="182"/>
                                    </a:cubicBezTo>
                                    <a:cubicBezTo>
                                      <a:pt x="751" y="225"/>
                                      <a:pt x="503" y="232"/>
                                      <a:pt x="368" y="256"/>
                                    </a:cubicBezTo>
                                    <a:cubicBezTo>
                                      <a:pt x="233" y="280"/>
                                      <a:pt x="36" y="343"/>
                                      <a:pt x="18" y="324"/>
                                    </a:cubicBezTo>
                                    <a:cubicBezTo>
                                      <a:pt x="0" y="305"/>
                                      <a:pt x="125" y="195"/>
                                      <a:pt x="258" y="141"/>
                                    </a:cubicBezTo>
                                    <a:cubicBezTo>
                                      <a:pt x="391" y="87"/>
                                      <a:pt x="700" y="30"/>
                                      <a:pt x="8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70986" id="Freeform 321" o:spid="_x0000_s1026" style="position:absolute;margin-left:171.8pt;margin-top:38.6pt;width:76.85pt;height:28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1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" path="m816,v95,7,85,139,10,182c751,225,503,232,368,256,233,280,36,343,18,324,,305,125,195,258,141,391,87,700,30,816,xe" fillcolor="#ddd" stroked="f">
                      <v:path arrowok="t" o:connecttype="custom" o:connectlocs="874217,0;884931,194751;394255,273935;19284,346699;276407,150878;874217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978535</wp:posOffset>
                      </wp:positionV>
                      <wp:extent cx="1111250" cy="2625725"/>
                      <wp:effectExtent l="8890" t="9525" r="13335" b="12700"/>
                      <wp:wrapNone/>
                      <wp:docPr id="25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0" cy="2625725"/>
                              </a:xfrm>
                              <a:custGeom>
                                <a:avLst/>
                                <a:gdLst>
                                  <a:gd name="T0" fmla="*/ 690 w 1038"/>
                                  <a:gd name="T1" fmla="*/ 0 h 2453"/>
                                  <a:gd name="T2" fmla="*/ 863 w 1038"/>
                                  <a:gd name="T3" fmla="*/ 297 h 2453"/>
                                  <a:gd name="T4" fmla="*/ 980 w 1038"/>
                                  <a:gd name="T5" fmla="*/ 938 h 2453"/>
                                  <a:gd name="T6" fmla="*/ 925 w 1038"/>
                                  <a:gd name="T7" fmla="*/ 1703 h 2453"/>
                                  <a:gd name="T8" fmla="*/ 305 w 1038"/>
                                  <a:gd name="T9" fmla="*/ 2289 h 2453"/>
                                  <a:gd name="T10" fmla="*/ 0 w 1038"/>
                                  <a:gd name="T11" fmla="*/ 2453 h 2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38" h="2453">
                                    <a:moveTo>
                                      <a:pt x="690" y="0"/>
                                    </a:moveTo>
                                    <a:cubicBezTo>
                                      <a:pt x="719" y="49"/>
                                      <a:pt x="814" y="141"/>
                                      <a:pt x="863" y="297"/>
                                    </a:cubicBezTo>
                                    <a:cubicBezTo>
                                      <a:pt x="911" y="453"/>
                                      <a:pt x="970" y="704"/>
                                      <a:pt x="980" y="938"/>
                                    </a:cubicBezTo>
                                    <a:cubicBezTo>
                                      <a:pt x="990" y="1172"/>
                                      <a:pt x="1038" y="1477"/>
                                      <a:pt x="925" y="1703"/>
                                    </a:cubicBezTo>
                                    <a:cubicBezTo>
                                      <a:pt x="812" y="1928"/>
                                      <a:pt x="459" y="2164"/>
                                      <a:pt x="305" y="2289"/>
                                    </a:cubicBezTo>
                                    <a:cubicBezTo>
                                      <a:pt x="151" y="2414"/>
                                      <a:pt x="64" y="2419"/>
                                      <a:pt x="0" y="245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A978E" id="Freeform 320" o:spid="_x0000_s1026" style="position:absolute;margin-left:58pt;margin-top:77.05pt;width:87.5pt;height:206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" path="m690,v29,49,124,141,173,297c911,453,970,704,980,938v10,234,58,539,-55,765c812,1928,459,2164,305,2289,151,2414,64,2419,,2453e" filled="f" strokecolor="#ddd" strokeweight="1pt">
                      <v:path arrowok="t" o:connecttype="custom" o:connectlocs="738692,0;923901,317913;1049157,1004048;990276,1822915;326523,2450177;0,262572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181610</wp:posOffset>
                      </wp:positionV>
                      <wp:extent cx="539115" cy="838200"/>
                      <wp:effectExtent l="13335" t="12700" r="9525" b="6350"/>
                      <wp:wrapNone/>
                      <wp:docPr id="24" name="Freeform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39115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66F0B" id="Freeform 319" o:spid="_x0000_s1026" style="position:absolute;margin-left:80.85pt;margin-top:14.3pt;width:42.45pt;height:66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" path="m,601v16,48,32,96,84,108c136,721,260,733,312,673v52,-60,75,-224,84,-324c405,249,389,128,365,75,341,22,299,,254,30,209,60,129,207,96,253e" filled="f" strokecolor="#ddd">
                      <v:path arrowok="t" o:connecttype="custom" o:connectlocs="0,687255;111816,810756;415318,769589;527135,399088;485869,85764;338112,34306;12779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9525</wp:posOffset>
                      </wp:positionV>
                      <wp:extent cx="1703705" cy="982345"/>
                      <wp:effectExtent l="15240" t="12065" r="14605" b="15240"/>
                      <wp:wrapNone/>
                      <wp:docPr id="23" name="Freeform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3705" cy="982345"/>
                              </a:xfrm>
                              <a:custGeom>
                                <a:avLst/>
                                <a:gdLst>
                                  <a:gd name="T0" fmla="*/ 1591 w 1591"/>
                                  <a:gd name="T1" fmla="*/ 419 h 918"/>
                                  <a:gd name="T2" fmla="*/ 1126 w 1591"/>
                                  <a:gd name="T3" fmla="*/ 519 h 918"/>
                                  <a:gd name="T4" fmla="*/ 599 w 1591"/>
                                  <a:gd name="T5" fmla="*/ 770 h 918"/>
                                  <a:gd name="T6" fmla="*/ 190 w 1591"/>
                                  <a:gd name="T7" fmla="*/ 790 h 918"/>
                                  <a:gd name="T8" fmla="*/ 0 w 1591"/>
                                  <a:gd name="T9" fmla="*/ 0 h 9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918">
                                    <a:moveTo>
                                      <a:pt x="1591" y="419"/>
                                    </a:moveTo>
                                    <a:cubicBezTo>
                                      <a:pt x="1513" y="435"/>
                                      <a:pt x="1291" y="460"/>
                                      <a:pt x="1126" y="519"/>
                                    </a:cubicBezTo>
                                    <a:cubicBezTo>
                                      <a:pt x="961" y="578"/>
                                      <a:pt x="753" y="725"/>
                                      <a:pt x="599" y="770"/>
                                    </a:cubicBezTo>
                                    <a:cubicBezTo>
                                      <a:pt x="443" y="815"/>
                                      <a:pt x="290" y="918"/>
                                      <a:pt x="190" y="790"/>
                                    </a:cubicBezTo>
                                    <a:cubicBezTo>
                                      <a:pt x="90" y="662"/>
                                      <a:pt x="40" y="1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C0492" id="Freeform 318" o:spid="_x0000_s1026" style="position:absolute;margin-left:107.25pt;margin-top:.75pt;width:134.15pt;height:77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1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" path="m1591,419v-78,16,-300,41,-465,100c961,578,753,725,599,770,443,815,290,918,190,790,90,662,40,165,,e" filled="f" strokecolor="#ddd" strokeweight="1pt">
                      <v:path arrowok="t" o:connecttype="custom" o:connectlocs="1703705,448369;1205765,555378;641433,823971;203459,845373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4811395</wp:posOffset>
                      </wp:positionH>
                      <wp:positionV relativeFrom="paragraph">
                        <wp:posOffset>233680</wp:posOffset>
                      </wp:positionV>
                      <wp:extent cx="257175" cy="547370"/>
                      <wp:effectExtent l="6985" t="7620" r="2540" b="6985"/>
                      <wp:wrapNone/>
                      <wp:docPr id="22" name="Freeform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A36AD" id="Freeform 317" o:spid="_x0000_s1026" style="position:absolute;margin-left:378.85pt;margin-top:18.4pt;width:20.25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60,163753;163899,4581;243850,133980;247847,353844;209205,534774;170562,430567;90611,322925;145244,348118;202542,430567;195879,240476;170562,51531;97273,89320;10660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464820</wp:posOffset>
                      </wp:positionV>
                      <wp:extent cx="121285" cy="201295"/>
                      <wp:effectExtent l="3810" t="635" r="8255" b="7620"/>
                      <wp:wrapNone/>
                      <wp:docPr id="21" name="Freeform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8BE9A" id="Freeform 316" o:spid="_x0000_s1026" style="position:absolute;margin-left:372.6pt;margin-top:36.6pt;width:9.55pt;height:15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3782695</wp:posOffset>
                      </wp:positionH>
                      <wp:positionV relativeFrom="paragraph">
                        <wp:posOffset>3606165</wp:posOffset>
                      </wp:positionV>
                      <wp:extent cx="1743075" cy="503555"/>
                      <wp:effectExtent l="6985" t="8255" r="2540" b="2540"/>
                      <wp:wrapNone/>
                      <wp:docPr id="20" name="Freeform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3075" cy="503555"/>
                              </a:xfrm>
                              <a:custGeom>
                                <a:avLst/>
                                <a:gdLst>
                                  <a:gd name="T0" fmla="*/ 73 w 1628"/>
                                  <a:gd name="T1" fmla="*/ 184 h 470"/>
                                  <a:gd name="T2" fmla="*/ 290 w 1628"/>
                                  <a:gd name="T3" fmla="*/ 7 h 470"/>
                                  <a:gd name="T4" fmla="*/ 544 w 1628"/>
                                  <a:gd name="T5" fmla="*/ 136 h 470"/>
                                  <a:gd name="T6" fmla="*/ 1126 w 1628"/>
                                  <a:gd name="T7" fmla="*/ 251 h 470"/>
                                  <a:gd name="T8" fmla="*/ 1507 w 1628"/>
                                  <a:gd name="T9" fmla="*/ 245 h 470"/>
                                  <a:gd name="T10" fmla="*/ 1502 w 1628"/>
                                  <a:gd name="T11" fmla="*/ 287 h 470"/>
                                  <a:gd name="T12" fmla="*/ 752 w 1628"/>
                                  <a:gd name="T13" fmla="*/ 341 h 470"/>
                                  <a:gd name="T14" fmla="*/ 187 w 1628"/>
                                  <a:gd name="T15" fmla="*/ 405 h 470"/>
                                  <a:gd name="T16" fmla="*/ 19 w 1628"/>
                                  <a:gd name="T17" fmla="*/ 434 h 470"/>
                                  <a:gd name="T18" fmla="*/ 73 w 1628"/>
                                  <a:gd name="T19" fmla="*/ 184 h 4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28" h="470">
                                    <a:moveTo>
                                      <a:pt x="73" y="184"/>
                                    </a:moveTo>
                                    <a:cubicBezTo>
                                      <a:pt x="118" y="113"/>
                                      <a:pt x="212" y="15"/>
                                      <a:pt x="290" y="7"/>
                                    </a:cubicBezTo>
                                    <a:cubicBezTo>
                                      <a:pt x="368" y="0"/>
                                      <a:pt x="405" y="95"/>
                                      <a:pt x="544" y="136"/>
                                    </a:cubicBezTo>
                                    <a:cubicBezTo>
                                      <a:pt x="683" y="176"/>
                                      <a:pt x="966" y="233"/>
                                      <a:pt x="1126" y="251"/>
                                    </a:cubicBezTo>
                                    <a:cubicBezTo>
                                      <a:pt x="1286" y="269"/>
                                      <a:pt x="1444" y="239"/>
                                      <a:pt x="1507" y="245"/>
                                    </a:cubicBezTo>
                                    <a:cubicBezTo>
                                      <a:pt x="1570" y="251"/>
                                      <a:pt x="1628" y="271"/>
                                      <a:pt x="1502" y="287"/>
                                    </a:cubicBezTo>
                                    <a:cubicBezTo>
                                      <a:pt x="1376" y="303"/>
                                      <a:pt x="971" y="321"/>
                                      <a:pt x="752" y="341"/>
                                    </a:cubicBezTo>
                                    <a:cubicBezTo>
                                      <a:pt x="533" y="361"/>
                                      <a:pt x="309" y="389"/>
                                      <a:pt x="187" y="405"/>
                                    </a:cubicBezTo>
                                    <a:cubicBezTo>
                                      <a:pt x="64" y="421"/>
                                      <a:pt x="38" y="470"/>
                                      <a:pt x="19" y="434"/>
                                    </a:cubicBezTo>
                                    <a:cubicBezTo>
                                      <a:pt x="0" y="397"/>
                                      <a:pt x="28" y="254"/>
                                      <a:pt x="73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AE73D" id="Freeform 315" o:spid="_x0000_s1026" style="position:absolute;margin-left:297.85pt;margin-top:283.95pt;width:137.25pt;height:39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8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" path="m73,184c118,113,212,15,290,7,368,,405,95,544,136v139,40,422,97,582,115c1286,269,1444,239,1507,245v63,6,121,26,-5,42c1376,303,971,321,752,341,533,361,309,389,187,405,64,421,38,470,19,434,,397,28,254,73,184xe" fillcolor="#ddd" stroked="f">
                      <v:path arrowok="t" o:connecttype="custom" o:connectlocs="78160,197136;310499,7500;582453,145710;1205591,268920;1613522,262491;1608169,307490;805155,365345;200218,433914;20343,464985;78160,197136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3223260</wp:posOffset>
                      </wp:positionV>
                      <wp:extent cx="332105" cy="1008380"/>
                      <wp:effectExtent l="635" t="6350" r="635" b="4445"/>
                      <wp:wrapNone/>
                      <wp:docPr id="19" name="Freeform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8380"/>
                              </a:xfrm>
                              <a:custGeom>
                                <a:avLst/>
                                <a:gdLst>
                                  <a:gd name="T0" fmla="*/ 206 w 250"/>
                                  <a:gd name="T1" fmla="*/ 6 h 882"/>
                                  <a:gd name="T2" fmla="*/ 242 w 250"/>
                                  <a:gd name="T3" fmla="*/ 294 h 882"/>
                                  <a:gd name="T4" fmla="*/ 158 w 250"/>
                                  <a:gd name="T5" fmla="*/ 654 h 882"/>
                                  <a:gd name="T6" fmla="*/ 14 w 250"/>
                                  <a:gd name="T7" fmla="*/ 870 h 882"/>
                                  <a:gd name="T8" fmla="*/ 74 w 250"/>
                                  <a:gd name="T9" fmla="*/ 582 h 882"/>
                                  <a:gd name="T10" fmla="*/ 158 w 250"/>
                                  <a:gd name="T11" fmla="*/ 330 h 882"/>
                                  <a:gd name="T12" fmla="*/ 206 w 250"/>
                                  <a:gd name="T13" fmla="*/ 6 h 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0" h="882">
                                    <a:moveTo>
                                      <a:pt x="206" y="6"/>
                                    </a:moveTo>
                                    <a:cubicBezTo>
                                      <a:pt x="220" y="0"/>
                                      <a:pt x="250" y="186"/>
                                      <a:pt x="242" y="294"/>
                                    </a:cubicBezTo>
                                    <a:cubicBezTo>
                                      <a:pt x="234" y="402"/>
                                      <a:pt x="196" y="558"/>
                                      <a:pt x="158" y="654"/>
                                    </a:cubicBezTo>
                                    <a:cubicBezTo>
                                      <a:pt x="120" y="750"/>
                                      <a:pt x="28" y="882"/>
                                      <a:pt x="14" y="870"/>
                                    </a:cubicBezTo>
                                    <a:cubicBezTo>
                                      <a:pt x="0" y="858"/>
                                      <a:pt x="50" y="672"/>
                                      <a:pt x="74" y="582"/>
                                    </a:cubicBezTo>
                                    <a:cubicBezTo>
                                      <a:pt x="98" y="492"/>
                                      <a:pt x="132" y="428"/>
                                      <a:pt x="158" y="330"/>
                                    </a:cubicBezTo>
                                    <a:cubicBezTo>
                                      <a:pt x="184" y="232"/>
                                      <a:pt x="192" y="12"/>
                                      <a:pt x="206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AB2D3" id="Freeform 314" o:spid="_x0000_s1026" style="position:absolute;margin-left:225.35pt;margin-top:253.8pt;width:26.15pt;height:79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" path="m206,6v14,-6,44,180,36,288c234,402,196,558,158,654,120,750,28,882,14,870,,858,50,672,74,582,98,492,132,428,158,330,184,232,192,12,206,6xe" fillcolor="#ddd" stroked="f">
                      <v:path arrowok="t" o:connecttype="custom" o:connectlocs="273655,6860;321478,336127;209890,747710;18598,994661;98303,665394;209890,377285;273655,686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942975</wp:posOffset>
                      </wp:positionV>
                      <wp:extent cx="411480" cy="822325"/>
                      <wp:effectExtent l="8890" t="2540" r="8255" b="3810"/>
                      <wp:wrapNone/>
                      <wp:docPr id="18" name="Freeform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822325"/>
                              </a:xfrm>
                              <a:custGeom>
                                <a:avLst/>
                                <a:gdLst>
                                  <a:gd name="T0" fmla="*/ 282 w 301"/>
                                  <a:gd name="T1" fmla="*/ 10 h 719"/>
                                  <a:gd name="T2" fmla="*/ 76 w 301"/>
                                  <a:gd name="T3" fmla="*/ 126 h 719"/>
                                  <a:gd name="T4" fmla="*/ 12 w 301"/>
                                  <a:gd name="T5" fmla="*/ 443 h 719"/>
                                  <a:gd name="T6" fmla="*/ 24 w 301"/>
                                  <a:gd name="T7" fmla="*/ 677 h 719"/>
                                  <a:gd name="T8" fmla="*/ 153 w 301"/>
                                  <a:gd name="T9" fmla="*/ 188 h 719"/>
                                  <a:gd name="T10" fmla="*/ 282 w 301"/>
                                  <a:gd name="T11" fmla="*/ 10 h 7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1" h="719">
                                    <a:moveTo>
                                      <a:pt x="282" y="10"/>
                                    </a:moveTo>
                                    <a:cubicBezTo>
                                      <a:pt x="269" y="0"/>
                                      <a:pt x="121" y="54"/>
                                      <a:pt x="76" y="126"/>
                                    </a:cubicBezTo>
                                    <a:cubicBezTo>
                                      <a:pt x="31" y="198"/>
                                      <a:pt x="21" y="351"/>
                                      <a:pt x="12" y="443"/>
                                    </a:cubicBezTo>
                                    <a:cubicBezTo>
                                      <a:pt x="3" y="535"/>
                                      <a:pt x="0" y="719"/>
                                      <a:pt x="24" y="677"/>
                                    </a:cubicBezTo>
                                    <a:cubicBezTo>
                                      <a:pt x="48" y="635"/>
                                      <a:pt x="110" y="299"/>
                                      <a:pt x="153" y="188"/>
                                    </a:cubicBezTo>
                                    <a:cubicBezTo>
                                      <a:pt x="196" y="77"/>
                                      <a:pt x="301" y="10"/>
                                      <a:pt x="282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EE448" id="Freeform 313" o:spid="_x0000_s1026" style="position:absolute;margin-left:327.25pt;margin-top:74.25pt;width:32.4pt;height:6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" path="m282,10c269,,121,54,76,126,31,198,21,351,12,443,3,535,,719,24,677,48,635,110,299,153,188,196,77,301,10,282,10xe" fillcolor="#ddd" stroked="f">
                      <v:path arrowok="t" o:connecttype="custom" o:connectlocs="385506,11437;103895,144107;16405,506662;32809,774289;209158,215017;385506,11437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2960370</wp:posOffset>
                      </wp:positionH>
                      <wp:positionV relativeFrom="paragraph">
                        <wp:posOffset>482600</wp:posOffset>
                      </wp:positionV>
                      <wp:extent cx="1005205" cy="359410"/>
                      <wp:effectExtent l="3810" t="8890" r="635" b="3175"/>
                      <wp:wrapNone/>
                      <wp:docPr id="17" name="Freeform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5205" cy="359410"/>
                              </a:xfrm>
                              <a:custGeom>
                                <a:avLst/>
                                <a:gdLst>
                                  <a:gd name="T0" fmla="*/ 91 w 939"/>
                                  <a:gd name="T1" fmla="*/ 5 h 336"/>
                                  <a:gd name="T2" fmla="*/ 135 w 939"/>
                                  <a:gd name="T3" fmla="*/ 201 h 336"/>
                                  <a:gd name="T4" fmla="*/ 584 w 939"/>
                                  <a:gd name="T5" fmla="*/ 266 h 336"/>
                                  <a:gd name="T6" fmla="*/ 923 w 939"/>
                                  <a:gd name="T7" fmla="*/ 319 h 336"/>
                                  <a:gd name="T8" fmla="*/ 683 w 939"/>
                                  <a:gd name="T9" fmla="*/ 162 h 336"/>
                                  <a:gd name="T10" fmla="*/ 91 w 939"/>
                                  <a:gd name="T11" fmla="*/ 5 h 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39" h="336">
                                    <a:moveTo>
                                      <a:pt x="91" y="5"/>
                                    </a:moveTo>
                                    <a:cubicBezTo>
                                      <a:pt x="0" y="11"/>
                                      <a:pt x="53" y="158"/>
                                      <a:pt x="135" y="201"/>
                                    </a:cubicBezTo>
                                    <a:cubicBezTo>
                                      <a:pt x="217" y="244"/>
                                      <a:pt x="453" y="246"/>
                                      <a:pt x="584" y="266"/>
                                    </a:cubicBezTo>
                                    <a:cubicBezTo>
                                      <a:pt x="715" y="286"/>
                                      <a:pt x="907" y="336"/>
                                      <a:pt x="923" y="319"/>
                                    </a:cubicBezTo>
                                    <a:cubicBezTo>
                                      <a:pt x="939" y="302"/>
                                      <a:pt x="822" y="214"/>
                                      <a:pt x="683" y="162"/>
                                    </a:cubicBezTo>
                                    <a:cubicBezTo>
                                      <a:pt x="544" y="110"/>
                                      <a:pt x="188" y="0"/>
                                      <a:pt x="9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7FC3F" id="Freeform 312" o:spid="_x0000_s1026" style="position:absolute;margin-left:233.1pt;margin-top:38pt;width:79.15pt;height:28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" path="m91,5c,11,53,158,135,201v82,43,318,45,449,65c715,286,907,336,923,319,939,302,822,214,683,162,544,110,188,,91,5xe" fillcolor="#ddd" stroked="f">
                      <v:path arrowok="t" o:connecttype="custom" o:connectlocs="97416,5348;144518,215004;625175,284533;988077,341226;731156,173287;97416,5348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4274185</wp:posOffset>
                      </wp:positionH>
                      <wp:positionV relativeFrom="paragraph">
                        <wp:posOffset>979805</wp:posOffset>
                      </wp:positionV>
                      <wp:extent cx="1161415" cy="2665095"/>
                      <wp:effectExtent l="12700" t="10795" r="6985" b="10160"/>
                      <wp:wrapNone/>
                      <wp:docPr id="16" name="Freeform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2665095"/>
                              </a:xfrm>
                              <a:custGeom>
                                <a:avLst/>
                                <a:gdLst>
                                  <a:gd name="T0" fmla="*/ 348 w 1085"/>
                                  <a:gd name="T1" fmla="*/ 0 h 2489"/>
                                  <a:gd name="T2" fmla="*/ 175 w 1085"/>
                                  <a:gd name="T3" fmla="*/ 297 h 2489"/>
                                  <a:gd name="T4" fmla="*/ 58 w 1085"/>
                                  <a:gd name="T5" fmla="*/ 938 h 2489"/>
                                  <a:gd name="T6" fmla="*/ 113 w 1085"/>
                                  <a:gd name="T7" fmla="*/ 1702 h 2489"/>
                                  <a:gd name="T8" fmla="*/ 733 w 1085"/>
                                  <a:gd name="T9" fmla="*/ 2288 h 2489"/>
                                  <a:gd name="T10" fmla="*/ 1085 w 1085"/>
                                  <a:gd name="T11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5" h="2489">
                                    <a:moveTo>
                                      <a:pt x="348" y="0"/>
                                    </a:moveTo>
                                    <a:cubicBezTo>
                                      <a:pt x="319" y="49"/>
                                      <a:pt x="224" y="141"/>
                                      <a:pt x="175" y="297"/>
                                    </a:cubicBezTo>
                                    <a:cubicBezTo>
                                      <a:pt x="127" y="453"/>
                                      <a:pt x="68" y="704"/>
                                      <a:pt x="58" y="938"/>
                                    </a:cubicBezTo>
                                    <a:cubicBezTo>
                                      <a:pt x="48" y="1171"/>
                                      <a:pt x="0" y="1477"/>
                                      <a:pt x="113" y="1702"/>
                                    </a:cubicBezTo>
                                    <a:cubicBezTo>
                                      <a:pt x="226" y="1928"/>
                                      <a:pt x="571" y="2157"/>
                                      <a:pt x="733" y="2288"/>
                                    </a:cubicBezTo>
                                    <a:cubicBezTo>
                                      <a:pt x="895" y="2419"/>
                                      <a:pt x="1012" y="2447"/>
                                      <a:pt x="1085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DF5E3" id="Freeform 311" o:spid="_x0000_s1026" style="position:absolute;margin-left:336.55pt;margin-top:77.15pt;width:91.45pt;height:209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" path="m348,c319,49,224,141,175,297,127,453,68,704,58,938,48,1171,,1477,113,1702v113,226,458,455,620,586c895,2419,1012,2447,1085,2489e" filled="f" strokecolor="#ddd" strokeweight="1pt">
                      <v:path arrowok="t" o:connecttype="custom" o:connectlocs="372509,0;187325,318013;62085,1004363;120958,1822415;784624,2449874;1161415,266509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4573905</wp:posOffset>
                      </wp:positionH>
                      <wp:positionV relativeFrom="paragraph">
                        <wp:posOffset>182245</wp:posOffset>
                      </wp:positionV>
                      <wp:extent cx="538480" cy="838200"/>
                      <wp:effectExtent l="7620" t="13335" r="6350" b="5715"/>
                      <wp:wrapNone/>
                      <wp:docPr id="15" name="Freeform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480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DB6B5" id="Freeform 310" o:spid="_x0000_s1026" style="position:absolute;margin-left:360.15pt;margin-top:14.35pt;width:42.4pt;height:6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" path="m,601v16,48,32,96,84,108c136,721,260,733,312,673v52,-60,75,-224,84,-324c405,249,389,128,365,75,341,22,299,,254,30,209,60,129,207,96,253e" filled="f" strokecolor="#ddd">
                      <v:path arrowok="t" o:connecttype="custom" o:connectlocs="0,687255;111685,810756;414829,769589;526514,399088;485297,85764;337713,34306;12764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3810</wp:posOffset>
                      </wp:positionV>
                      <wp:extent cx="1708785" cy="990600"/>
                      <wp:effectExtent l="13970" t="6350" r="10795" b="12700"/>
                      <wp:wrapNone/>
                      <wp:docPr id="14" name="Freeform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8785" cy="990600"/>
                              </a:xfrm>
                              <a:custGeom>
                                <a:avLst/>
                                <a:gdLst>
                                  <a:gd name="T0" fmla="*/ 0 w 1596"/>
                                  <a:gd name="T1" fmla="*/ 424 h 925"/>
                                  <a:gd name="T2" fmla="*/ 471 w 1596"/>
                                  <a:gd name="T3" fmla="*/ 525 h 925"/>
                                  <a:gd name="T4" fmla="*/ 1000 w 1596"/>
                                  <a:gd name="T5" fmla="*/ 776 h 925"/>
                                  <a:gd name="T6" fmla="*/ 1408 w 1596"/>
                                  <a:gd name="T7" fmla="*/ 796 h 925"/>
                                  <a:gd name="T8" fmla="*/ 1596 w 1596"/>
                                  <a:gd name="T9" fmla="*/ 0 h 9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6" h="925">
                                    <a:moveTo>
                                      <a:pt x="0" y="424"/>
                                    </a:moveTo>
                                    <a:cubicBezTo>
                                      <a:pt x="78" y="441"/>
                                      <a:pt x="304" y="466"/>
                                      <a:pt x="471" y="525"/>
                                    </a:cubicBezTo>
                                    <a:cubicBezTo>
                                      <a:pt x="638" y="584"/>
                                      <a:pt x="844" y="731"/>
                                      <a:pt x="1000" y="776"/>
                                    </a:cubicBezTo>
                                    <a:cubicBezTo>
                                      <a:pt x="1154" y="821"/>
                                      <a:pt x="1309" y="925"/>
                                      <a:pt x="1408" y="796"/>
                                    </a:cubicBezTo>
                                    <a:cubicBezTo>
                                      <a:pt x="1507" y="667"/>
                                      <a:pt x="1557" y="166"/>
                                      <a:pt x="159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83A1E" id="Freeform 309" o:spid="_x0000_s1026" style="position:absolute;margin-left:241.4pt;margin-top:.3pt;width:134.55pt;height:7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6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" path="m,424v78,17,304,42,471,101c638,584,844,731,1000,776v154,45,309,149,408,20c1507,667,1557,166,1596,e" filled="f" strokecolor="#ddd" strokeweight="1pt">
                      <v:path arrowok="t" o:connecttype="custom" o:connectlocs="0,454070;504284,562232;1070667,831033;1507500,852451;1708785,0" o:connectangles="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13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50BC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Lt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AVmcLt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50BC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12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50BC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eznQIAAFMFAAAOAAAAZHJzL2Uyb0RvYy54bWysVF1v2yAUfZ+0/4B4T22nbhJbdaq2madJ&#10;3YfU7gcQg2M0DAxI7Kzaf98Fkiz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50BC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11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50BC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8W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CZIXxa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50BC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10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50BC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50BC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9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50B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50B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MxsgIAAF0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LeNszGyAgAAXQ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50B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50B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8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50B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50BC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wOsQIAAF0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50B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50BC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AF5C9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91369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AF5C9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7879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D736C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9AAAA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9A947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Dilated ICA bulb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375109" w:rsidP="00375109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See comments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0BC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375109" w:rsidRDefault="00060B26" w:rsidP="00375109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150BC3">
              <w:rPr>
                <w:rFonts w:ascii="Arial" w:hAnsi="Arial" w:cs="Arial"/>
                <w:sz w:val="18"/>
                <w:szCs w:val="20"/>
              </w:rPr>
              <w:t xml:space="preserve"> The proximal 1.5cm</w:t>
            </w:r>
            <w:r w:rsidR="00AF5C93">
              <w:rPr>
                <w:rFonts w:ascii="Arial" w:hAnsi="Arial" w:cs="Arial"/>
                <w:sz w:val="18"/>
                <w:szCs w:val="20"/>
              </w:rPr>
              <w:t xml:space="preserve"> length</w:t>
            </w:r>
            <w:r w:rsidR="00150BC3">
              <w:rPr>
                <w:rFonts w:ascii="Arial" w:hAnsi="Arial" w:cs="Arial"/>
                <w:sz w:val="18"/>
                <w:szCs w:val="20"/>
              </w:rPr>
              <w:t xml:space="preserve"> of the ICA is dilated, measuring 1.4cm in diameter</w:t>
            </w:r>
            <w:r w:rsidR="00375109">
              <w:rPr>
                <w:rFonts w:ascii="Arial" w:hAnsi="Arial" w:cs="Arial"/>
                <w:sz w:val="18"/>
                <w:szCs w:val="20"/>
              </w:rPr>
              <w:t>. This section also has the visual appearance of an approximate 50% reduction in lumen diameter. However given the larger overall diameter this is not associated with increased</w:t>
            </w:r>
            <w:r w:rsidR="00B52DD0">
              <w:rPr>
                <w:rFonts w:ascii="Arial" w:hAnsi="Arial" w:cs="Arial"/>
                <w:sz w:val="18"/>
                <w:szCs w:val="20"/>
              </w:rPr>
              <w:t xml:space="preserve"> PSV or EDV</w:t>
            </w:r>
            <w:r w:rsidR="00375109">
              <w:rPr>
                <w:rFonts w:ascii="Arial" w:hAnsi="Arial" w:cs="Arial"/>
                <w:sz w:val="18"/>
                <w:szCs w:val="20"/>
              </w:rPr>
              <w:t xml:space="preserve"> velocities</w:t>
            </w:r>
            <w:r w:rsidR="00B52DD0">
              <w:rPr>
                <w:rFonts w:ascii="Arial" w:hAnsi="Arial" w:cs="Arial"/>
                <w:sz w:val="18"/>
                <w:szCs w:val="20"/>
              </w:rPr>
              <w:t xml:space="preserve"> in the ICA</w:t>
            </w:r>
            <w:r w:rsidR="00BA3BAD">
              <w:rPr>
                <w:rFonts w:ascii="Arial" w:hAnsi="Arial" w:cs="Arial"/>
                <w:sz w:val="18"/>
                <w:szCs w:val="20"/>
              </w:rPr>
              <w:t xml:space="preserve"> as per the NASCET criteria</w:t>
            </w:r>
            <w:bookmarkStart w:id="0" w:name="_GoBack"/>
            <w:bookmarkEnd w:id="0"/>
            <w:r w:rsidR="00375109">
              <w:rPr>
                <w:rFonts w:ascii="Arial" w:hAnsi="Arial" w:cs="Arial"/>
                <w:sz w:val="18"/>
                <w:szCs w:val="20"/>
              </w:rPr>
              <w:t>.</w:t>
            </w:r>
            <w:r w:rsidR="00150BC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784424" w:rsidRPr="00BE67C6" w:rsidRDefault="00150BC3" w:rsidP="00375109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150BC3">
              <w:rPr>
                <w:rFonts w:ascii="Arial" w:hAnsi="Arial"/>
                <w:bCs/>
                <w:sz w:val="18"/>
                <w:szCs w:val="18"/>
              </w:rPr>
              <w:t xml:space="preserve"> The left ICA is normal in calibre, measuring 1.1cm in diameter proximally. </w:t>
            </w:r>
            <w:r w:rsidR="00150BC3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150BC3" w:rsidRPr="00BE67C6" w:rsidRDefault="00150BC3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37510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</w:t>
            </w:r>
            <w:r w:rsidR="00375109">
              <w:rPr>
                <w:rFonts w:ascii="Arial" w:hAnsi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150BC3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C3" w:rsidRDefault="00150BC3">
      <w:r>
        <w:separator/>
      </w:r>
    </w:p>
  </w:endnote>
  <w:endnote w:type="continuationSeparator" w:id="0">
    <w:p w:rsidR="00150BC3" w:rsidRDefault="0015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C3" w:rsidRDefault="00150BC3">
      <w:r>
        <w:separator/>
      </w:r>
    </w:p>
  </w:footnote>
  <w:footnote w:type="continuationSeparator" w:id="0">
    <w:p w:rsidR="00150BC3" w:rsidRDefault="0015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AF5C9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C3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50BC3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75109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120B"/>
    <w:rsid w:val="00AB235A"/>
    <w:rsid w:val="00AC0941"/>
    <w:rsid w:val="00AC280B"/>
    <w:rsid w:val="00AC6839"/>
    <w:rsid w:val="00AE30A1"/>
    <w:rsid w:val="00AE79B0"/>
    <w:rsid w:val="00AF27D7"/>
    <w:rsid w:val="00AF5C93"/>
    <w:rsid w:val="00B03BAE"/>
    <w:rsid w:val="00B3295A"/>
    <w:rsid w:val="00B349A1"/>
    <w:rsid w:val="00B46ED4"/>
    <w:rsid w:val="00B52DD0"/>
    <w:rsid w:val="00B55178"/>
    <w:rsid w:val="00B67AFA"/>
    <w:rsid w:val="00B80315"/>
    <w:rsid w:val="00BA3BAD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32A3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63505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163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2020-08-07T09:07:00Z</dcterms:created>
  <dcterms:modified xsi:type="dcterms:W3CDTF">2020-08-07T09:08:00Z</dcterms:modified>
</cp:coreProperties>
</file>